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DD0ED3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0" w:name="OLE_LINK3"/>
      <w:bookmarkStart w:id="1" w:name="OLE_LINK4"/>
      <w:bookmarkStart w:id="2" w:name="OLE_LINK11"/>
      <w:bookmarkStart w:id="3" w:name="OLE_LINK12"/>
      <w:bookmarkStart w:id="4" w:name="_GoBack"/>
      <w:bookmarkEnd w:id="4"/>
      <w:r w:rsidRPr="00EC64C5">
        <w:rPr>
          <w:rFonts w:ascii="ISOCPEUR" w:hAnsi="ISOCPEUR"/>
        </w:rPr>
        <w:t>1 Общая часть</w:t>
      </w:r>
    </w:p>
    <w:p w14:paraId="478EB2C2" w14:textId="77777777"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</w:p>
    <w:p w14:paraId="486C8AED" w14:textId="77777777" w:rsidR="0095564B" w:rsidRPr="00EC64C5" w:rsidRDefault="002303AF" w:rsidP="0095564B">
      <w:pPr>
        <w:autoSpaceDE w:val="0"/>
        <w:autoSpaceDN w:val="0"/>
        <w:adjustRightInd w:val="0"/>
        <w:ind w:left="142" w:right="-2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 xml:space="preserve">       </w:t>
      </w:r>
      <w:r w:rsidR="0095564B" w:rsidRPr="00EC64C5">
        <w:rPr>
          <w:rFonts w:ascii="ISOCPEUR" w:hAnsi="ISOCPEUR"/>
          <w:iCs/>
        </w:rPr>
        <w:t xml:space="preserve">Рабочий проект системы автоматической пожарной </w:t>
      </w:r>
      <w:r w:rsidRPr="00EC64C5">
        <w:rPr>
          <w:rFonts w:ascii="ISOCPEUR" w:hAnsi="ISOCPEUR"/>
          <w:iCs/>
        </w:rPr>
        <w:t>сигнализации объекта: «</w:t>
      </w:r>
      <w:r w:rsidR="00C06CA2">
        <w:rPr>
          <w:rFonts w:ascii="ISOCPEUR" w:hAnsi="ISOCPEUR"/>
          <w:iCs/>
        </w:rPr>
        <w:t>Офисное здание. 3, 4 этажи</w:t>
      </w:r>
      <w:r w:rsidRPr="00EC64C5">
        <w:rPr>
          <w:rFonts w:ascii="ISOCPEUR" w:hAnsi="ISOCPEUR"/>
          <w:iCs/>
        </w:rPr>
        <w:t>».</w:t>
      </w:r>
      <w:r w:rsidR="0095564B" w:rsidRPr="00EC64C5">
        <w:rPr>
          <w:rFonts w:ascii="ISOCPEUR" w:hAnsi="ISOCPEUR"/>
          <w:iCs/>
        </w:rPr>
        <w:t xml:space="preserve">  </w:t>
      </w:r>
    </w:p>
    <w:p w14:paraId="071A86C2" w14:textId="77777777" w:rsidR="00F57DDA" w:rsidRPr="00EC64C5" w:rsidRDefault="0095564B" w:rsidP="00EC64C5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Проектом </w:t>
      </w:r>
      <w:r w:rsidR="002303AF" w:rsidRPr="00EC64C5">
        <w:rPr>
          <w:rFonts w:ascii="ISOCPEUR" w:hAnsi="ISOCPEUR"/>
        </w:rPr>
        <w:t>предусматривается оснащение объекта</w:t>
      </w:r>
      <w:r w:rsidR="00F57DDA" w:rsidRPr="00EC64C5">
        <w:rPr>
          <w:rFonts w:ascii="ISOCPEUR" w:hAnsi="ISOCPEUR"/>
        </w:rPr>
        <w:t xml:space="preserve"> адресн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проводн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систем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пожарной сигнализации</w:t>
      </w:r>
      <w:r w:rsidR="00313F03" w:rsidRPr="00313F03">
        <w:rPr>
          <w:rFonts w:ascii="ISOCPEUR" w:hAnsi="ISOCPEUR"/>
        </w:rPr>
        <w:t xml:space="preserve"> </w:t>
      </w:r>
      <w:r w:rsidR="00313F03">
        <w:rPr>
          <w:rFonts w:ascii="ISOCPEUR" w:hAnsi="ISOCPEUR"/>
        </w:rPr>
        <w:t>производства НТЦ «</w:t>
      </w:r>
      <w:proofErr w:type="spellStart"/>
      <w:r w:rsidR="00313F03">
        <w:rPr>
          <w:rFonts w:ascii="ISOCPEUR" w:hAnsi="ISOCPEUR"/>
        </w:rPr>
        <w:t>Теко</w:t>
      </w:r>
      <w:proofErr w:type="spellEnd"/>
      <w:r w:rsidR="00313F03">
        <w:rPr>
          <w:rFonts w:ascii="ISOCPEUR" w:hAnsi="ISOCPEUR"/>
        </w:rPr>
        <w:t>»</w:t>
      </w:r>
      <w:r w:rsidR="00EC64C5" w:rsidRPr="00EC64C5">
        <w:rPr>
          <w:rFonts w:ascii="ISOCPEUR" w:hAnsi="ISOCPEUR"/>
        </w:rPr>
        <w:t>.</w:t>
      </w:r>
    </w:p>
    <w:p w14:paraId="1FB08018" w14:textId="77777777"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Рабочий проект выполнен в соответствии с требованиями:</w:t>
      </w:r>
    </w:p>
    <w:p w14:paraId="512ED45C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Федеральный закон Российской Федерации от 22 июня 2008 г. № 123-ФЗ «Технический регламент о требованиях пожарной безопасности»;</w:t>
      </w:r>
    </w:p>
    <w:p w14:paraId="0C95BDBE" w14:textId="77777777" w:rsidR="0095564B" w:rsidRPr="00EC64C5" w:rsidRDefault="0095564B" w:rsidP="0095564B">
      <w:pPr>
        <w:numPr>
          <w:ilvl w:val="0"/>
          <w:numId w:val="13"/>
        </w:numPr>
        <w:ind w:left="14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Постановление Правительства Российской Федерации от 16 февраля 2008 г. N 87 г. Москва;</w:t>
      </w:r>
    </w:p>
    <w:p w14:paraId="679CE036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СП 5.13130.2009 «Установки пожарной сигнализации и пожаротушения автоматические»;</w:t>
      </w:r>
    </w:p>
    <w:p w14:paraId="08526EAF" w14:textId="77777777"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СНиП 3.05.06-85 «Электротехнические устройства»;</w:t>
      </w:r>
    </w:p>
    <w:p w14:paraId="5D6CD4BD" w14:textId="77777777" w:rsidR="002303AF" w:rsidRPr="00EC64C5" w:rsidRDefault="002303AF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ПУЭ изд.7 «Правила устройства электроустановок»;</w:t>
      </w:r>
    </w:p>
    <w:p w14:paraId="332A3419" w14:textId="77777777"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СП 12.13130.2009 «Определение категорий помещений, зданий и наружных установок по взрывоопасной и пожарной опасности»;</w:t>
      </w:r>
    </w:p>
    <w:p w14:paraId="751D69F6" w14:textId="77777777" w:rsidR="0095564B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РД 78.145-93 </w:t>
      </w:r>
      <w:r w:rsidR="0095564B" w:rsidRPr="00EC64C5">
        <w:rPr>
          <w:rFonts w:ascii="ISOCPEUR" w:hAnsi="ISOCPEUR"/>
        </w:rPr>
        <w:t>«</w:t>
      </w:r>
      <w:r w:rsidRPr="00EC64C5">
        <w:rPr>
          <w:rFonts w:ascii="ISOCPEUR" w:hAnsi="ISOCPEUR"/>
        </w:rPr>
        <w:t>Системы и комплексы охранной, пожарной и охранно-пожарной сигнализации. Правила производства и приемки работ»;</w:t>
      </w:r>
    </w:p>
    <w:p w14:paraId="0476FC21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ГОСТ 31565-2012 «Кабельные изделия. Тр</w:t>
      </w:r>
      <w:r w:rsidR="002303AF" w:rsidRPr="00EC64C5">
        <w:rPr>
          <w:rFonts w:ascii="ISOCPEUR" w:hAnsi="ISOCPEUR"/>
        </w:rPr>
        <w:t>ебования пожарной безопасности».</w:t>
      </w:r>
    </w:p>
    <w:p w14:paraId="63B337E8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    </w:t>
      </w:r>
    </w:p>
    <w:p w14:paraId="6D74A8C7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Система пожарной сигнализации предназначена для раннего обнаружения и определения адреса очага пожара в контролируемых помещениях, выдачи сигналов «Пожар» и «Неисправность» дежурному персоналу на пост постоянного дежурства. Шлейфы ПС находятся на охране постоянно без права на снятие.</w:t>
      </w:r>
    </w:p>
    <w:p w14:paraId="2F7BD0E8" w14:textId="77777777" w:rsidR="00F57DDA" w:rsidRPr="00EC64C5" w:rsidRDefault="00F57DDA" w:rsidP="00F57DDA">
      <w:pPr>
        <w:ind w:left="142" w:right="-2" w:firstLine="142"/>
        <w:rPr>
          <w:rFonts w:ascii="ISOCPEUR" w:hAnsi="ISOCPEUR"/>
        </w:rPr>
      </w:pPr>
    </w:p>
    <w:p w14:paraId="3C0A1C70" w14:textId="77777777" w:rsidR="00F57DDA" w:rsidRPr="00EC64C5" w:rsidRDefault="00F57DDA" w:rsidP="00F57DDA">
      <w:pPr>
        <w:rPr>
          <w:rFonts w:ascii="ISOCPEUR" w:hAnsi="ISOCPEUR"/>
        </w:rPr>
      </w:pPr>
    </w:p>
    <w:p w14:paraId="6AF1CB74" w14:textId="77777777" w:rsidR="00F57DDA" w:rsidRPr="00EC64C5" w:rsidRDefault="00F57DDA" w:rsidP="0095564B">
      <w:pPr>
        <w:ind w:left="142" w:right="-2" w:firstLine="142"/>
        <w:jc w:val="center"/>
        <w:rPr>
          <w:rFonts w:ascii="ISOCPEUR" w:hAnsi="ISOCPEUR"/>
        </w:rPr>
      </w:pPr>
    </w:p>
    <w:p w14:paraId="59170804" w14:textId="77777777" w:rsidR="00F57DDA" w:rsidRPr="00EC64C5" w:rsidRDefault="00F57DDA" w:rsidP="00F57DDA">
      <w:pPr>
        <w:autoSpaceDE w:val="0"/>
        <w:autoSpaceDN w:val="0"/>
        <w:adjustRightInd w:val="0"/>
        <w:rPr>
          <w:rFonts w:ascii="ISOCPEUR" w:hAnsi="ISOCPEUR" w:cs="ISOCPEUR"/>
        </w:rPr>
      </w:pPr>
      <w:r w:rsidRPr="00EC64C5">
        <w:rPr>
          <w:rFonts w:ascii="ISOCPEUR" w:hAnsi="ISOCPEUR"/>
        </w:rPr>
        <w:tab/>
      </w:r>
    </w:p>
    <w:p w14:paraId="639B6A6D" w14:textId="77777777" w:rsidR="00F57DDA" w:rsidRPr="00EC64C5" w:rsidRDefault="00F57DDA" w:rsidP="00F57DDA">
      <w:pPr>
        <w:ind w:left="284" w:right="-2"/>
        <w:jc w:val="both"/>
        <w:rPr>
          <w:rFonts w:ascii="ISOCPEUR" w:hAnsi="ISOCPEUR"/>
        </w:rPr>
      </w:pPr>
    </w:p>
    <w:p w14:paraId="5C4EC3CB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br w:type="column"/>
      </w:r>
      <w:r w:rsidRPr="00EC64C5">
        <w:rPr>
          <w:rFonts w:ascii="ISOCPEUR" w:hAnsi="ISOCPEUR"/>
        </w:rPr>
        <w:lastRenderedPageBreak/>
        <w:t xml:space="preserve">2 </w:t>
      </w:r>
      <w:r w:rsidR="002303AF" w:rsidRPr="00EC64C5">
        <w:rPr>
          <w:rFonts w:ascii="ISOCPEUR" w:hAnsi="ISOCPEUR"/>
        </w:rPr>
        <w:t>Технические</w:t>
      </w:r>
      <w:r w:rsidRPr="00EC64C5">
        <w:rPr>
          <w:rFonts w:ascii="ISOCPEUR" w:hAnsi="ISOCPEUR"/>
        </w:rPr>
        <w:t xml:space="preserve"> решения, принятые в проекте</w:t>
      </w:r>
    </w:p>
    <w:p w14:paraId="54BA27AC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</w:p>
    <w:p w14:paraId="0490E507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Система пожарной сигнализации разработана на основе оборудования фирмы ЗАО НТЦ  «</w:t>
      </w:r>
      <w:proofErr w:type="spellStart"/>
      <w:r w:rsidRPr="00EC64C5">
        <w:rPr>
          <w:rFonts w:ascii="ISOCPEUR" w:hAnsi="ISOCPEUR"/>
        </w:rPr>
        <w:t>Теко</w:t>
      </w:r>
      <w:proofErr w:type="spellEnd"/>
      <w:r w:rsidRPr="00EC64C5">
        <w:rPr>
          <w:rFonts w:ascii="ISOCPEUR" w:hAnsi="ISOCPEUR"/>
        </w:rPr>
        <w:t>».</w:t>
      </w:r>
    </w:p>
    <w:p w14:paraId="45AEF477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ПС обеспечивает в автоматическом режиме:</w:t>
      </w:r>
    </w:p>
    <w:p w14:paraId="63E5588A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обнаружении возгорания извещателями;</w:t>
      </w:r>
    </w:p>
    <w:p w14:paraId="708281C4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активации ручных пожарных извещателей;</w:t>
      </w:r>
    </w:p>
    <w:p w14:paraId="59B94206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 непрерывное протоколирование событий, происходящих в ПС; </w:t>
      </w:r>
    </w:p>
    <w:p w14:paraId="3326C9E8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запись протокола действий оператора по управлению системой; </w:t>
      </w:r>
    </w:p>
    <w:p w14:paraId="721C8812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целостности шлейфов пожарной сигнализации;</w:t>
      </w:r>
    </w:p>
    <w:p w14:paraId="4B9CFC9F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работоспособности элементов системы;</w:t>
      </w:r>
    </w:p>
    <w:p w14:paraId="609430C2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выдачу сигнала тревоги на пост охраны при обнаружении неисправности элементов системы; </w:t>
      </w:r>
    </w:p>
    <w:p w14:paraId="301F69E1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интеграцию с инженерными системами безопасности, выдачу управляющих сигналов при пожаре в инженерные системы и системы безопасности (в систему приточно-вытяжной вентиляции (отключение), в систему дымоудаления (запуск), оповещение (запуск) и т.д.);</w:t>
      </w:r>
    </w:p>
    <w:p w14:paraId="402DA9B1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работоспособность собственных аппаратных средств, при пропадании напряжения электропитания ~220В. </w:t>
      </w:r>
    </w:p>
    <w:p w14:paraId="32D3B3AF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Оснащению системой пожарной сигнализации подлежат все помещения объекта, за исключением:</w:t>
      </w:r>
    </w:p>
    <w:p w14:paraId="7EA105E1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помещений с мокрыми процессами;</w:t>
      </w:r>
    </w:p>
    <w:p w14:paraId="026B899E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лестничных клеток;</w:t>
      </w:r>
    </w:p>
    <w:p w14:paraId="728B360E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вентиляционных камер;</w:t>
      </w:r>
    </w:p>
    <w:p w14:paraId="61A5B81D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насосных станций водоснабжения;</w:t>
      </w:r>
    </w:p>
    <w:p w14:paraId="2D951936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бойлерных и др. помещений инженерного оборудования при отсутствии в них горючих материалов.</w:t>
      </w:r>
    </w:p>
    <w:p w14:paraId="4BF4FCF1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 качестве </w:t>
      </w:r>
      <w:proofErr w:type="gramStart"/>
      <w:r w:rsidRPr="00EC64C5">
        <w:rPr>
          <w:rFonts w:ascii="ISOCPEUR" w:hAnsi="ISOCPEUR"/>
        </w:rPr>
        <w:t>извещателей  пожарной</w:t>
      </w:r>
      <w:proofErr w:type="gramEnd"/>
      <w:r w:rsidRPr="00EC64C5">
        <w:rPr>
          <w:rFonts w:ascii="ISOCPEUR" w:hAnsi="ISOCPEUR"/>
        </w:rPr>
        <w:t xml:space="preserve"> сигнализации предусмотрены:</w:t>
      </w:r>
    </w:p>
    <w:p w14:paraId="1098789A" w14:textId="77777777" w:rsidR="00EC64C5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дымовые пожарные извещатели Астра-42А, </w:t>
      </w:r>
    </w:p>
    <w:p w14:paraId="4457779F" w14:textId="77777777" w:rsidR="00F64781" w:rsidRPr="00EC64C5" w:rsidRDefault="00EC64C5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F64781" w:rsidRPr="00EC64C5">
        <w:rPr>
          <w:rFonts w:ascii="ISOCPEUR" w:hAnsi="ISOCPEUR"/>
        </w:rPr>
        <w:t xml:space="preserve">ручные пожарные извещатели Астра-45А. </w:t>
      </w:r>
    </w:p>
    <w:p w14:paraId="6A94FA22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Проектом предусмотрена установка пожарных дымовых извещателей Астра-42А в </w:t>
      </w:r>
      <w:proofErr w:type="spellStart"/>
      <w:r w:rsidRPr="00EC64C5">
        <w:rPr>
          <w:rFonts w:ascii="ISOCPEUR" w:hAnsi="ISOCPEUR"/>
        </w:rPr>
        <w:t>запотолочном</w:t>
      </w:r>
      <w:proofErr w:type="spellEnd"/>
      <w:r w:rsidRPr="00EC64C5">
        <w:rPr>
          <w:rFonts w:ascii="ISOCPEUR" w:hAnsi="ISOCPEUR"/>
        </w:rPr>
        <w:t xml:space="preserve"> пространстве (при наличии </w:t>
      </w:r>
      <w:r w:rsidR="006C2C0B" w:rsidRPr="00EC64C5">
        <w:rPr>
          <w:rFonts w:ascii="ISOCPEUR" w:hAnsi="ISOCPEUR"/>
        </w:rPr>
        <w:t xml:space="preserve"> подвесного </w:t>
      </w:r>
      <w:r w:rsidRPr="00EC64C5">
        <w:rPr>
          <w:rFonts w:ascii="ISOCPEUR" w:hAnsi="ISOCPEUR"/>
        </w:rPr>
        <w:t>потолка). На путях эвакуации устанавливается извещатель пожарный ручной на уровне 1,5м от чистого пола Астра-45А.</w:t>
      </w:r>
    </w:p>
    <w:p w14:paraId="704CCF5A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Состояние системы отображается на ЖК дисплее пульта управления Астра-814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Управление системой производится с пульта Астра-814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</w:t>
      </w:r>
      <w:r w:rsidR="00EC64C5" w:rsidRPr="00EC64C5">
        <w:rPr>
          <w:rFonts w:ascii="ISOCPEUR" w:hAnsi="ISOCPEUR"/>
        </w:rPr>
        <w:t>А</w:t>
      </w:r>
      <w:r w:rsidRPr="00EC64C5">
        <w:rPr>
          <w:rFonts w:ascii="ISOCPEUR" w:hAnsi="ISOCPEUR"/>
        </w:rPr>
        <w:t>дресны</w:t>
      </w:r>
      <w:r w:rsidR="00EC64C5" w:rsidRPr="00EC64C5">
        <w:rPr>
          <w:rFonts w:ascii="ISOCPEUR" w:hAnsi="ISOCPEUR"/>
        </w:rPr>
        <w:t>е</w:t>
      </w:r>
      <w:r w:rsidRPr="00EC64C5">
        <w:rPr>
          <w:rFonts w:ascii="ISOCPEUR" w:hAnsi="ISOCPEUR"/>
        </w:rPr>
        <w:t xml:space="preserve"> расширител</w:t>
      </w:r>
      <w:r w:rsidR="00EC64C5" w:rsidRPr="00EC64C5">
        <w:rPr>
          <w:rFonts w:ascii="ISOCPEUR" w:hAnsi="ISOCPEUR"/>
        </w:rPr>
        <w:t>и</w:t>
      </w:r>
      <w:r w:rsidR="006C2C0B" w:rsidRPr="00EC64C5">
        <w:rPr>
          <w:rFonts w:ascii="ISOCPEUR" w:hAnsi="ISOCPEUR"/>
        </w:rPr>
        <w:t xml:space="preserve"> Астра-А РПА</w:t>
      </w:r>
      <w:r w:rsidRPr="00EC64C5">
        <w:rPr>
          <w:rFonts w:ascii="ISOCPEUR" w:hAnsi="ISOCPEUR"/>
        </w:rPr>
        <w:t xml:space="preserve">, </w:t>
      </w:r>
      <w:r w:rsidR="006C2C0B" w:rsidRPr="00EC64C5">
        <w:rPr>
          <w:rFonts w:ascii="ISOCPEUR" w:hAnsi="ISOCPEUR"/>
        </w:rPr>
        <w:t xml:space="preserve">прибор контрольный охранно-пожарный Астра-8945 </w:t>
      </w:r>
      <w:r w:rsidR="006C2C0B" w:rsidRPr="00EC64C5">
        <w:rPr>
          <w:rFonts w:ascii="ISOCPEUR" w:hAnsi="ISOCPEUR"/>
          <w:lang w:val="en-US"/>
        </w:rPr>
        <w:t>Pro</w:t>
      </w:r>
      <w:r w:rsidR="006C2C0B" w:rsidRPr="00EC64C5">
        <w:rPr>
          <w:rFonts w:ascii="ISOCPEUR" w:hAnsi="ISOCPEUR"/>
        </w:rPr>
        <w:t xml:space="preserve"> и</w:t>
      </w:r>
      <w:r w:rsidRPr="00EC64C5">
        <w:rPr>
          <w:rFonts w:ascii="ISOCPEUR" w:hAnsi="ISOCPEUR"/>
        </w:rPr>
        <w:t xml:space="preserve"> управления</w:t>
      </w:r>
      <w:r w:rsidR="006C2C0B" w:rsidRPr="00EC64C5">
        <w:rPr>
          <w:rFonts w:ascii="ISOCPEUR" w:hAnsi="ISOCPEUR"/>
        </w:rPr>
        <w:t xml:space="preserve"> Астра-814 </w:t>
      </w:r>
      <w:r w:rsidR="006C2C0B"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 расположить на посту охраны.</w:t>
      </w:r>
    </w:p>
    <w:p w14:paraId="4DBBAA34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Адресные извещатели включаются в адресную линию связи (АЛС) адресного расширителя Астра-А РПА. </w:t>
      </w:r>
    </w:p>
    <w:p w14:paraId="337D6622" w14:textId="77777777" w:rsidR="00EC64C5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Приборы на посту охраны соединяются интерфейсной линией RS-485. </w:t>
      </w:r>
    </w:p>
    <w:p w14:paraId="6CC3E6A3" w14:textId="77777777" w:rsidR="00F64781" w:rsidRPr="00EC64C5" w:rsidRDefault="00DD571E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</w:t>
      </w:r>
      <w:r w:rsidR="00F64781" w:rsidRPr="00EC64C5">
        <w:rPr>
          <w:rFonts w:ascii="ISOCPEUR" w:hAnsi="ISOCPEUR"/>
        </w:rPr>
        <w:t xml:space="preserve"> приборов системы осуществляется от блок</w:t>
      </w:r>
      <w:r w:rsidR="00EC64C5" w:rsidRPr="00EC64C5">
        <w:rPr>
          <w:rFonts w:ascii="ISOCPEUR" w:hAnsi="ISOCPEUR"/>
        </w:rPr>
        <w:t>а</w:t>
      </w:r>
      <w:r w:rsidR="00F64781" w:rsidRPr="00EC64C5">
        <w:rPr>
          <w:rFonts w:ascii="ISOCPEUR" w:hAnsi="ISOCPEUR"/>
        </w:rPr>
        <w:t xml:space="preserve"> бесперебойного питания с </w:t>
      </w:r>
      <w:r w:rsidRPr="00EC64C5">
        <w:rPr>
          <w:rFonts w:ascii="ISOCPEUR" w:hAnsi="ISOCPEUR"/>
        </w:rPr>
        <w:t>резервированием</w:t>
      </w:r>
      <w:r w:rsidR="00F64781" w:rsidRPr="00EC64C5">
        <w:rPr>
          <w:rFonts w:ascii="ISOCPEUR" w:hAnsi="ISOCPEUR"/>
        </w:rPr>
        <w:t xml:space="preserve"> АКБ из расчета: 24 часа работы в дежурном режиме и 1 час в тревоге.</w:t>
      </w:r>
    </w:p>
    <w:p w14:paraId="3273F593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пожарной тревоге подаются сигналы на:</w:t>
      </w:r>
    </w:p>
    <w:p w14:paraId="25A0D3B5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запуск системы оповещения;</w:t>
      </w:r>
    </w:p>
    <w:p w14:paraId="25E68F49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DD571E" w:rsidRPr="00EC64C5">
        <w:rPr>
          <w:rFonts w:ascii="ISOCPEUR" w:hAnsi="ISOCPEUR"/>
        </w:rPr>
        <w:t>отключение</w:t>
      </w:r>
      <w:r w:rsidRPr="00EC64C5">
        <w:rPr>
          <w:rFonts w:ascii="ISOCPEUR" w:hAnsi="ISOCPEUR"/>
        </w:rPr>
        <w:t xml:space="preserve"> ОВ;</w:t>
      </w:r>
    </w:p>
    <w:p w14:paraId="1913B6C4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сигнал на инженерное оборудование, в </w:t>
      </w:r>
      <w:r w:rsidR="00DD571E" w:rsidRPr="00EC64C5">
        <w:rPr>
          <w:rFonts w:ascii="ISOCPEUR" w:hAnsi="ISOCPEUR"/>
        </w:rPr>
        <w:t>соответствии</w:t>
      </w:r>
      <w:r w:rsidRPr="00EC64C5">
        <w:rPr>
          <w:rFonts w:ascii="ISOCPEUR" w:hAnsi="ISOCPEUR"/>
        </w:rPr>
        <w:t xml:space="preserve"> с ТЗ.</w:t>
      </w:r>
    </w:p>
    <w:p w14:paraId="24574F7A" w14:textId="77777777" w:rsidR="00F64781" w:rsidRPr="00EC64C5" w:rsidRDefault="00F64781" w:rsidP="002303AF">
      <w:pPr>
        <w:ind w:left="284" w:right="-2"/>
        <w:jc w:val="both"/>
        <w:rPr>
          <w:rFonts w:ascii="ISOCPEUR" w:hAnsi="ISOCPEUR"/>
        </w:rPr>
      </w:pPr>
    </w:p>
    <w:p w14:paraId="4490BFBB" w14:textId="77777777"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Отображение информации о работе системы выводится на экран компьютера с помощью программного комплекса мониторинга ПКМ Астра-Pro</w:t>
      </w:r>
      <w:r w:rsidR="00EC64C5" w:rsidRPr="00EC64C5">
        <w:rPr>
          <w:rFonts w:ascii="ISOCPEUR" w:hAnsi="ISOCPEUR"/>
        </w:rPr>
        <w:t xml:space="preserve"> (при наличии)</w:t>
      </w:r>
      <w:r w:rsidR="00C06CA2">
        <w:rPr>
          <w:rFonts w:ascii="ISOCPEUR" w:hAnsi="ISOCPEUR"/>
        </w:rPr>
        <w:t xml:space="preserve">, </w:t>
      </w:r>
      <w:r w:rsidRPr="00EC64C5">
        <w:rPr>
          <w:rFonts w:ascii="ISOCPEUR" w:hAnsi="ISOCPEUR"/>
        </w:rPr>
        <w:t xml:space="preserve">на панели пульта Астра-814 </w:t>
      </w:r>
      <w:proofErr w:type="spellStart"/>
      <w:r w:rsidRPr="00EC64C5">
        <w:rPr>
          <w:rFonts w:ascii="ISOCPEUR" w:hAnsi="ISOCPEUR"/>
        </w:rPr>
        <w:t>Pro</w:t>
      </w:r>
      <w:proofErr w:type="spellEnd"/>
      <w:r w:rsidR="00C06CA2">
        <w:rPr>
          <w:rFonts w:ascii="ISOCPEUR" w:hAnsi="ISOCPEUR"/>
        </w:rPr>
        <w:t xml:space="preserve"> и на блок индикации Астра-863 </w:t>
      </w:r>
      <w:proofErr w:type="spellStart"/>
      <w:r w:rsidR="00C06CA2">
        <w:rPr>
          <w:rFonts w:ascii="ISOCPEUR" w:hAnsi="ISOCPEUR"/>
        </w:rPr>
        <w:t>испА</w:t>
      </w:r>
      <w:proofErr w:type="spellEnd"/>
      <w:r w:rsidR="00C06CA2">
        <w:rPr>
          <w:rFonts w:ascii="ISOCPEUR" w:hAnsi="ISOCPEUR"/>
        </w:rPr>
        <w:t>.</w:t>
      </w:r>
    </w:p>
    <w:p w14:paraId="00183C8F" w14:textId="77777777" w:rsidR="00EC64C5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ab/>
        <w:t>Программный комплекс мониторинга ПКМ</w:t>
      </w:r>
      <w:r w:rsidR="00BA7914"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</w:rPr>
        <w:t>Астра-Pro предназначен, для настройки системы Астра-А и мониторинга событий в системе с помощью компьютерных автоматизированных рабочих мест</w:t>
      </w:r>
      <w:r w:rsidR="00EC64C5" w:rsidRPr="00EC64C5">
        <w:rPr>
          <w:rFonts w:ascii="ISOCPEUR" w:hAnsi="ISOCPEUR"/>
        </w:rPr>
        <w:t>.</w:t>
      </w:r>
    </w:p>
    <w:p w14:paraId="3CD7E256" w14:textId="77777777" w:rsidR="00973356" w:rsidRPr="00EC64C5" w:rsidRDefault="00EC64C5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</w:t>
      </w:r>
      <w:r w:rsidR="00973356" w:rsidRPr="00EC64C5">
        <w:rPr>
          <w:rFonts w:ascii="ISOCPEUR" w:hAnsi="ISOCPEUR"/>
        </w:rPr>
        <w:t>Архитектура ПКМ предусматривает возможность его использования в 2-х вариантах: </w:t>
      </w:r>
    </w:p>
    <w:p w14:paraId="4112D369" w14:textId="77777777"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• на одном компьютере для настройки и мониторинга системы, </w:t>
      </w:r>
    </w:p>
    <w:p w14:paraId="0A454647" w14:textId="77777777"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• в сетевом использовании множества рабочих мест мониторинга на объекте с большим количеством пользователей и развитой системой охраны. </w:t>
      </w:r>
      <w:r w:rsidRPr="00EC64C5">
        <w:rPr>
          <w:rFonts w:ascii="ISOCPEUR" w:hAnsi="ISOCPEUR"/>
        </w:rPr>
        <w:br/>
        <w:t xml:space="preserve">Программный комплекс служит также для ведения журнала при мониторинге и чтения журнала событий при автономном использовании центрального ППКОП, а </w:t>
      </w:r>
      <w:proofErr w:type="gramStart"/>
      <w:r w:rsidRPr="00EC64C5">
        <w:rPr>
          <w:rFonts w:ascii="ISOCPEUR" w:hAnsi="ISOCPEUR"/>
        </w:rPr>
        <w:t>так же</w:t>
      </w:r>
      <w:proofErr w:type="gramEnd"/>
      <w:r w:rsidRPr="00EC64C5">
        <w:rPr>
          <w:rFonts w:ascii="ISOCPEUR" w:hAnsi="ISOCPEUR"/>
        </w:rPr>
        <w:t xml:space="preserve"> для обновления ПО изделий, входящих в систему.</w:t>
      </w:r>
    </w:p>
    <w:p w14:paraId="1EA5D12F" w14:textId="77777777" w:rsidR="00973356" w:rsidRPr="00EC64C5" w:rsidRDefault="00973356" w:rsidP="002303AF">
      <w:pPr>
        <w:ind w:left="284" w:right="-2"/>
        <w:jc w:val="both"/>
        <w:rPr>
          <w:rFonts w:ascii="ISOCPEUR" w:hAnsi="ISOCPEUR"/>
        </w:rPr>
      </w:pPr>
    </w:p>
    <w:p w14:paraId="5A56C52D" w14:textId="77777777" w:rsidR="009059A2" w:rsidRPr="00EC64C5" w:rsidRDefault="009059A2" w:rsidP="000404CD">
      <w:pPr>
        <w:tabs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4DD725AA" w14:textId="77777777" w:rsidR="00973356" w:rsidRPr="00EC64C5" w:rsidRDefault="009059A2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</w:rPr>
        <w:tab/>
      </w:r>
      <w:r w:rsidR="00973356" w:rsidRPr="00EC64C5">
        <w:rPr>
          <w:rFonts w:ascii="ISOCPEUR" w:hAnsi="ISOCPEUR"/>
          <w:u w:val="single"/>
        </w:rPr>
        <w:t>ППКОП Астра-</w:t>
      </w:r>
      <w:r w:rsidR="00973356" w:rsidRPr="00EC64C5">
        <w:rPr>
          <w:rFonts w:ascii="ISOCPEUR" w:hAnsi="ISOCPEUR"/>
          <w:u w:val="single"/>
          <w:lang w:val="en-US"/>
        </w:rPr>
        <w:t>8945</w:t>
      </w:r>
      <w:r w:rsidR="00973356" w:rsidRPr="00EC64C5">
        <w:rPr>
          <w:rFonts w:ascii="ISOCPEUR" w:hAnsi="ISOCPEUR"/>
          <w:u w:val="single"/>
        </w:rPr>
        <w:t xml:space="preserve"> </w:t>
      </w:r>
      <w:r w:rsidR="00973356" w:rsidRPr="00EC64C5">
        <w:rPr>
          <w:rFonts w:ascii="ISOCPEUR" w:hAnsi="ISOCPEUR"/>
          <w:u w:val="single"/>
          <w:lang w:val="en-US"/>
        </w:rPr>
        <w:t>Pro</w:t>
      </w:r>
    </w:p>
    <w:p w14:paraId="51CCCE30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390EE2B3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организация комбинированной охранно-пожарной системы сигнализации путем совместной работы расширителей беспроводных и проводных зон; </w:t>
      </w:r>
    </w:p>
    <w:p w14:paraId="0B1BD003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состояния </w:t>
      </w:r>
      <w:proofErr w:type="spellStart"/>
      <w:r w:rsidRPr="00EC64C5">
        <w:rPr>
          <w:rFonts w:ascii="ISOCPEUR" w:hAnsi="ISOCPEUR"/>
        </w:rPr>
        <w:t>радиоканальных</w:t>
      </w:r>
      <w:proofErr w:type="spellEnd"/>
      <w:r w:rsidRPr="00EC64C5">
        <w:rPr>
          <w:rFonts w:ascii="ISOCPEUR" w:hAnsi="ISOCPEUR"/>
        </w:rPr>
        <w:t xml:space="preserve"> </w:t>
      </w:r>
      <w:proofErr w:type="gramStart"/>
      <w:r w:rsidRPr="00EC64C5">
        <w:rPr>
          <w:rFonts w:ascii="ISOCPEUR" w:hAnsi="ISOCPEUR"/>
        </w:rPr>
        <w:t>извещателей  Астра</w:t>
      </w:r>
      <w:proofErr w:type="gramEnd"/>
      <w:r w:rsidRPr="00EC64C5">
        <w:rPr>
          <w:rFonts w:ascii="ISOCPEUR" w:hAnsi="ISOCPEUR"/>
        </w:rPr>
        <w:t>-</w:t>
      </w:r>
      <w:proofErr w:type="spellStart"/>
      <w:r w:rsidRPr="00EC64C5">
        <w:rPr>
          <w:rFonts w:ascii="ISOCPEUR" w:hAnsi="ISOCPEUR"/>
        </w:rPr>
        <w:t>Zитадель</w:t>
      </w:r>
      <w:proofErr w:type="spellEnd"/>
      <w:r w:rsidRPr="00EC64C5">
        <w:rPr>
          <w:rFonts w:ascii="ISOCPEUR" w:hAnsi="ISOCPEUR"/>
        </w:rPr>
        <w:t xml:space="preserve">  в радиосетях центрального ППКОП и радиорасширителей Астра-Z РР; </w:t>
      </w:r>
    </w:p>
    <w:p w14:paraId="4507B48B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контроль состояния шлейфов сигнализации (ШС) расширителей проводных зон Астра-713 и  входов различных проводных и беспроводных устройств системы;</w:t>
      </w:r>
    </w:p>
    <w:p w14:paraId="53A60DD7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детализация контроля до индивидуального извещателя/ШС (адресность); </w:t>
      </w:r>
    </w:p>
    <w:p w14:paraId="246DC6AD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беспроводными речевыми, световыми и светозвуковыми оповещателями в радиосетях центрального ППКОП и радиорасширителей Астра-Z РР через ретрансляторы-маршрутизаторы; </w:t>
      </w:r>
    </w:p>
    <w:p w14:paraId="226B9EF6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проводными средствами оповещения; </w:t>
      </w:r>
    </w:p>
    <w:p w14:paraId="15BDFB1E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выдача извещений на ПЦН и другую аппаратуру через системные выходы типов Relay (реле) и ОС («открытый коллектор») в различных проводных и беспроводных устройствах системы; </w:t>
      </w:r>
    </w:p>
    <w:p w14:paraId="345766C5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информационный обмен с программным комплексом мониторинга (ПКМ) системы Астра Pro через интерфейс USB; </w:t>
      </w:r>
    </w:p>
    <w:p w14:paraId="180E683D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ведение журнала событий емкостью 10000 (при компьютерном мониторинге емкость архива в БД не ограничена)</w:t>
      </w:r>
    </w:p>
    <w:p w14:paraId="7BC1A96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дистанционный мониторинг и управление системой через модули коммуникации Астра-GSM, Астра-LAN.</w:t>
      </w:r>
    </w:p>
    <w:p w14:paraId="4F8BB113" w14:textId="77777777" w:rsidR="00973356" w:rsidRPr="00EC64C5" w:rsidRDefault="00973356" w:rsidP="00973356">
      <w:pPr>
        <w:pStyle w:val="4"/>
        <w:shd w:val="clear" w:color="auto" w:fill="FFFFFF"/>
        <w:spacing w:before="0"/>
        <w:rPr>
          <w:rFonts w:ascii="ISOCPEUR" w:hAnsi="ISOCPEUR"/>
          <w:b w:val="0"/>
          <w:szCs w:val="24"/>
        </w:rPr>
      </w:pPr>
      <w:r w:rsidRPr="00EC64C5">
        <w:rPr>
          <w:rFonts w:ascii="ISOCPEUR" w:hAnsi="ISOCPEUR"/>
          <w:b w:val="0"/>
          <w:szCs w:val="24"/>
        </w:rPr>
        <w:t>Основные данные:</w:t>
      </w:r>
    </w:p>
    <w:p w14:paraId="3D1500A4" w14:textId="77777777" w:rsidR="00973356" w:rsidRPr="00AA03C8" w:rsidRDefault="00973356" w:rsidP="001A466D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A03C8">
        <w:rPr>
          <w:rFonts w:ascii="ISOCPEUR" w:hAnsi="ISOCPEUR"/>
        </w:rPr>
        <w:t>суммарное количество подключаемых расширителей</w:t>
      </w:r>
      <w:r w:rsidR="00777CB8" w:rsidRPr="00AA03C8">
        <w:rPr>
          <w:rFonts w:ascii="ISOCPEUR" w:hAnsi="ISOCPEUR"/>
        </w:rPr>
        <w:t xml:space="preserve"> Астра-РПА</w:t>
      </w:r>
      <w:r w:rsidRPr="00AA03C8">
        <w:rPr>
          <w:rFonts w:ascii="ISOCPEUR" w:hAnsi="ISOCPEUR"/>
        </w:rPr>
        <w:t xml:space="preserve"> – до </w:t>
      </w:r>
      <w:r w:rsidR="00777CB8" w:rsidRPr="00AA03C8">
        <w:rPr>
          <w:rFonts w:ascii="ISOCPEUR" w:hAnsi="ISOCPEUR"/>
        </w:rPr>
        <w:t>8</w:t>
      </w:r>
      <w:r w:rsidRPr="00AA03C8">
        <w:rPr>
          <w:rFonts w:ascii="ISOCPEUR" w:hAnsi="ISOCPEUR"/>
        </w:rPr>
        <w:t> </w:t>
      </w:r>
      <w:r w:rsidRPr="00AA03C8">
        <w:rPr>
          <w:rFonts w:ascii="ISOCPEUR" w:hAnsi="ISOCPEUR"/>
        </w:rPr>
        <w:br/>
        <w:t xml:space="preserve">количество поддерживаемых </w:t>
      </w:r>
      <w:r w:rsidR="00777CB8" w:rsidRPr="00AA03C8">
        <w:rPr>
          <w:rFonts w:ascii="ISOCPEUR" w:hAnsi="ISOCPEUR"/>
        </w:rPr>
        <w:t xml:space="preserve">адресных </w:t>
      </w:r>
      <w:r w:rsidRPr="00AA03C8">
        <w:rPr>
          <w:rFonts w:ascii="ISOCPEUR" w:hAnsi="ISOCPEUR"/>
        </w:rPr>
        <w:t>извещателей</w:t>
      </w:r>
      <w:r w:rsidR="00777CB8" w:rsidRPr="00AA03C8">
        <w:rPr>
          <w:rFonts w:ascii="ISOCPEUR" w:hAnsi="ISOCPEUR"/>
        </w:rPr>
        <w:t xml:space="preserve"> </w:t>
      </w:r>
      <w:r w:rsidRPr="00AA03C8">
        <w:rPr>
          <w:rFonts w:ascii="ISOCPEUR" w:hAnsi="ISOCPEUR"/>
        </w:rPr>
        <w:t>– до 2000 </w:t>
      </w:r>
    </w:p>
    <w:p w14:paraId="69C66C24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проводных расширителей Астра-713 (РП) – до 30; </w:t>
      </w:r>
    </w:p>
    <w:p w14:paraId="7C2F95BD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общее количество ШС в системе – до 240; </w:t>
      </w:r>
    </w:p>
    <w:p w14:paraId="48906CBE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проводных пультов контроля и управления Астра-814 Pro (ПКУ) – до 8; </w:t>
      </w:r>
    </w:p>
    <w:p w14:paraId="67A8A33E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беспроводных пультов управления Астра-</w:t>
      </w:r>
      <w:r w:rsidR="00777CB8" w:rsidRPr="00EC64C5">
        <w:rPr>
          <w:rFonts w:ascii="ISOCPEUR" w:hAnsi="ISOCPEUR"/>
        </w:rPr>
        <w:t>8131</w:t>
      </w:r>
      <w:r w:rsidRPr="00EC64C5">
        <w:rPr>
          <w:rFonts w:ascii="ISOCPEUR" w:hAnsi="ISOCPEUR"/>
        </w:rPr>
        <w:t xml:space="preserve"> (ПУ) – до </w:t>
      </w:r>
      <w:proofErr w:type="gramStart"/>
      <w:r w:rsidR="00777CB8" w:rsidRPr="00EC64C5">
        <w:rPr>
          <w:rFonts w:ascii="ISOCPEUR" w:hAnsi="ISOCPEUR"/>
        </w:rPr>
        <w:t>8</w:t>
      </w:r>
      <w:r w:rsidRPr="00EC64C5">
        <w:rPr>
          <w:rFonts w:ascii="ISOCPEUR" w:hAnsi="ISOCPEUR"/>
        </w:rPr>
        <w:t> ;</w:t>
      </w:r>
      <w:proofErr w:type="gramEnd"/>
      <w:r w:rsidRPr="00EC64C5">
        <w:rPr>
          <w:rFonts w:ascii="ISOCPEUR" w:hAnsi="ISOCPEUR"/>
        </w:rPr>
        <w:t> </w:t>
      </w:r>
    </w:p>
    <w:p w14:paraId="4B8B62C8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суммарное количество системных устройств всех типов (устанавливаемых в слоты расширения и подключаемых по интерфейсам RS-485) – до </w:t>
      </w:r>
      <w:r w:rsidR="00777CB8" w:rsidRPr="00EC64C5">
        <w:rPr>
          <w:rFonts w:ascii="ISOCPEUR" w:hAnsi="ISOCPEUR"/>
        </w:rPr>
        <w:t>64</w:t>
      </w:r>
      <w:r w:rsidRPr="00EC64C5">
        <w:rPr>
          <w:rFonts w:ascii="ISOCPEUR" w:hAnsi="ISOCPEUR"/>
        </w:rPr>
        <w:t>; </w:t>
      </w:r>
    </w:p>
    <w:p w14:paraId="3D5963A7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логических разделов в системе – до 250; </w:t>
      </w:r>
    </w:p>
    <w:p w14:paraId="2950E512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универсальных системных выходов – до 500; </w:t>
      </w:r>
    </w:p>
    <w:p w14:paraId="1F70B07E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системы – до 250; </w:t>
      </w:r>
    </w:p>
    <w:p w14:paraId="412F9A28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получателей по каналам удаленного оповещения GSM и LAN – 8; </w:t>
      </w:r>
    </w:p>
    <w:p w14:paraId="5A39B5D7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 правами дистанционного управления – 8; </w:t>
      </w:r>
    </w:p>
    <w:p w14:paraId="7301D39E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идентификаторов управления системой (PIN-кодов, брелоков, ключей ТМ) – до </w:t>
      </w:r>
      <w:r w:rsidR="00777CB8" w:rsidRPr="00EC64C5">
        <w:rPr>
          <w:rFonts w:ascii="ISOCPEUR" w:hAnsi="ISOCPEUR"/>
        </w:rPr>
        <w:t>250</w:t>
      </w:r>
      <w:r w:rsidRPr="00EC64C5">
        <w:rPr>
          <w:rFonts w:ascii="ISOCPEUR" w:hAnsi="ISOCPEUR"/>
        </w:rPr>
        <w:t>; </w:t>
      </w:r>
    </w:p>
    <w:p w14:paraId="28203E6C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считывателей идентификаторов в системе – до 50; </w:t>
      </w:r>
    </w:p>
    <w:p w14:paraId="78078FF8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Wiegand-до 128 бит); </w:t>
      </w:r>
    </w:p>
    <w:p w14:paraId="552B1C05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речевое оповещение обеспечивается в </w:t>
      </w:r>
      <w:r w:rsidR="00777CB8" w:rsidRPr="00EC64C5">
        <w:rPr>
          <w:rFonts w:ascii="ISOCPEUR" w:hAnsi="ISOCPEUR"/>
        </w:rPr>
        <w:t>5</w:t>
      </w:r>
      <w:r w:rsidRPr="00EC64C5">
        <w:rPr>
          <w:rFonts w:ascii="ISOCPEUR" w:hAnsi="ISOCPEUR"/>
        </w:rPr>
        <w:t xml:space="preserve"> зонах с возможностью построения сценариев; </w:t>
      </w:r>
    </w:p>
    <w:p w14:paraId="71DEE0A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системными выходами обеспечивается типовыми режимами; </w:t>
      </w:r>
    </w:p>
    <w:p w14:paraId="0E5C6126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распределенный ППКОП позволяет создавать СОУЭ до 4-го типа включительно по СПЗ. 13130.2009; </w:t>
      </w:r>
    </w:p>
    <w:p w14:paraId="0907AE93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  <w:color w:val="3D3832"/>
        </w:rPr>
      </w:pPr>
      <w:r w:rsidRPr="00EC64C5">
        <w:rPr>
          <w:rFonts w:ascii="ISOCPEUR" w:hAnsi="ISOCPEUR"/>
        </w:rPr>
        <w:t>при работе распределенного ППКОП под контролем ПКМ Астра-Pro управление обеспечивается по заданным в настройках полномочиям операторов</w:t>
      </w:r>
    </w:p>
    <w:p w14:paraId="06C0E09F" w14:textId="77777777" w:rsidR="00973356" w:rsidRPr="00EC64C5" w:rsidRDefault="00973356" w:rsidP="00973356">
      <w:pPr>
        <w:shd w:val="clear" w:color="auto" w:fill="FFFFFF"/>
        <w:ind w:left="714"/>
        <w:jc w:val="both"/>
        <w:rPr>
          <w:rFonts w:ascii="ISOCPEUR" w:hAnsi="ISOCPEUR"/>
          <w:color w:val="3D3832"/>
        </w:rPr>
      </w:pPr>
    </w:p>
    <w:p w14:paraId="3075F57A" w14:textId="77777777" w:rsidR="00973356" w:rsidRPr="00EC64C5" w:rsidRDefault="00973356" w:rsidP="00973356">
      <w:pPr>
        <w:tabs>
          <w:tab w:val="left" w:pos="513"/>
          <w:tab w:val="left" w:pos="2853"/>
        </w:tabs>
        <w:ind w:left="720" w:right="-144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 xml:space="preserve">Пульт контроля и управления Астра-814 </w:t>
      </w:r>
      <w:r w:rsidRPr="00EC64C5">
        <w:rPr>
          <w:rFonts w:ascii="ISOCPEUR" w:hAnsi="ISOCPEUR"/>
          <w:u w:val="single"/>
          <w:lang w:val="en-US"/>
        </w:rPr>
        <w:t>Pro</w:t>
      </w:r>
    </w:p>
    <w:p w14:paraId="38570843" w14:textId="77777777" w:rsidR="00973356" w:rsidRPr="00EC64C5" w:rsidRDefault="00973356" w:rsidP="00973356">
      <w:pPr>
        <w:ind w:left="284" w:right="-2"/>
        <w:jc w:val="both"/>
        <w:rPr>
          <w:rFonts w:ascii="ISOCPEUR" w:hAnsi="ISOCPEUR"/>
        </w:rPr>
      </w:pPr>
    </w:p>
    <w:p w14:paraId="7DE4BBFE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Назначение</w:t>
      </w:r>
    </w:p>
    <w:p w14:paraId="4B0CEE51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ввод и передача PIN-кодов в ППКОП серии Pro (Астра-8945 Pro, Астра-812 Pro)  для авторизации и прямого управления; </w:t>
      </w:r>
    </w:p>
    <w:p w14:paraId="4A1F7AC2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отображение получаемых от ППКОП извещений на дисплее, встроенном звуковом сигнализаторе и индикаторах обобщенных сигналов;</w:t>
      </w:r>
    </w:p>
    <w:p w14:paraId="34B53C72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исправности источников питания пульта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1);</w:t>
      </w:r>
    </w:p>
    <w:p w14:paraId="27DC9E55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охранных извещателей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2);</w:t>
      </w:r>
    </w:p>
    <w:p w14:paraId="55B2F034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релейным выходом по команде ППКОП.</w:t>
      </w:r>
    </w:p>
    <w:p w14:paraId="4CB5E61D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7949BD99" w14:textId="77777777" w:rsidR="00C9737B" w:rsidRPr="00EC64C5" w:rsidRDefault="00C9737B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1CFB9956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Особенности</w:t>
      </w:r>
    </w:p>
    <w:p w14:paraId="7B362A5E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работа в составе системы с центральным ППКОП серии Pro (Астра-8945 Pro, Астра-812 Pro);</w:t>
      </w:r>
    </w:p>
    <w:p w14:paraId="680445D7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регистрация в системе до 8-ми пультов контроля и управления (ПКУ) на информационном интерфейсе RS-485;</w:t>
      </w:r>
    </w:p>
    <w:p w14:paraId="06F8465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логическими разделами системы (взятие\снятие) вводом PIN-кода с присвоенными полномочиями; </w:t>
      </w:r>
    </w:p>
    <w:p w14:paraId="7DAE328A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оперативный вывод на дисплей прибора информации о текущих событиях в «</w:t>
      </w:r>
      <w:proofErr w:type="spellStart"/>
      <w:r w:rsidRPr="00EC64C5">
        <w:rPr>
          <w:rFonts w:ascii="ISOCPEUR" w:hAnsi="ISOCPEUR"/>
        </w:rPr>
        <w:t>двухэкранном</w:t>
      </w:r>
      <w:proofErr w:type="spellEnd"/>
      <w:r w:rsidRPr="00EC64C5">
        <w:rPr>
          <w:rFonts w:ascii="ISOCPEUR" w:hAnsi="ISOCPEUR"/>
        </w:rPr>
        <w:t>» двухстрочном формате; </w:t>
      </w:r>
    </w:p>
    <w:p w14:paraId="1ED5E347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звуковая сигнализация о наличии нового события; </w:t>
      </w:r>
    </w:p>
    <w:p w14:paraId="0E7CDA1C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просмотр состояния устройств, логических разделов, зон оповещения и событий системы. Доступ зависит от полномочий PIN-кодов пользователей. Не служит для настроек; </w:t>
      </w:r>
    </w:p>
    <w:p w14:paraId="66C82A4D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вывод на дисплей архива событий, хранящегося в центральном ППКОП, с защитой от несанкционированного доступа; </w:t>
      </w:r>
    </w:p>
    <w:p w14:paraId="280BCCC7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процессами в СОУЭ до 4-го типа включительно по СП3.13130.2009, включая ручное управление речевым оповещением в системе; </w:t>
      </w:r>
    </w:p>
    <w:p w14:paraId="67BBAAFC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один индикатор для отображения состояния питания, 8 программируемых индикаторов обобщенного состояния разделов; </w:t>
      </w:r>
    </w:p>
    <w:p w14:paraId="259B6455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контроль отрыва от стены; </w:t>
      </w:r>
    </w:p>
    <w:p w14:paraId="5564E21A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</w:t>
      </w:r>
      <w:r w:rsidRPr="00EC64C5">
        <w:rPr>
          <w:rFonts w:ascii="ISOCPEUR" w:hAnsi="ISOCPEUR"/>
          <w:color w:val="3D3832"/>
        </w:rPr>
        <w:t xml:space="preserve">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Wiegand-до 128 бит)</w:t>
      </w:r>
      <w:r w:rsidRPr="00EC64C5">
        <w:rPr>
          <w:rFonts w:ascii="ISOCPEUR" w:hAnsi="ISOCPEUR"/>
          <w:color w:val="3D3832"/>
        </w:rPr>
        <w:t xml:space="preserve">. В </w:t>
      </w:r>
      <w:r w:rsidRPr="00EC64C5">
        <w:rPr>
          <w:rFonts w:ascii="ISOCPEUR" w:hAnsi="ISOCPEUR"/>
        </w:rPr>
        <w:t xml:space="preserve">настоящей версии ПО системы подключение считывателей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 xml:space="preserve"> к ПКУ заблокировано; </w:t>
      </w:r>
    </w:p>
    <w:p w14:paraId="1A42D564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входа питания (основной и резервный) по ГОСТ Р 53325; </w:t>
      </w:r>
    </w:p>
    <w:p w14:paraId="11011DEB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непрограммируемых входа: </w:t>
      </w:r>
    </w:p>
    <w:p w14:paraId="72E589DF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Zone1-GND – используется для контроля исправности источников питания пульта, </w:t>
      </w:r>
    </w:p>
    <w:p w14:paraId="6AE7377B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Zone2-GND – ШС охранного типа; </w:t>
      </w:r>
    </w:p>
    <w:p w14:paraId="4348531C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входы Zone1-GND и Zone2-GND не предназначены для подключения активных извещателей с питанием по шлейфу; </w:t>
      </w:r>
    </w:p>
    <w:p w14:paraId="48A92287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USB для связи с ПК</w:t>
      </w:r>
      <w:r w:rsidR="00C9737B" w:rsidRPr="00EC64C5">
        <w:rPr>
          <w:rFonts w:ascii="ISOCPEUR" w:hAnsi="ISOCPEUR"/>
        </w:rPr>
        <w:t>.</w:t>
      </w:r>
    </w:p>
    <w:p w14:paraId="1B9E6837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2710D149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Адресный расширитель Астра-А РПА</w:t>
      </w:r>
    </w:p>
    <w:p w14:paraId="4B39A60D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color w:val="3D3832"/>
          <w:shd w:val="clear" w:color="auto" w:fill="FFFFFF"/>
        </w:rPr>
      </w:pPr>
    </w:p>
    <w:p w14:paraId="7DA413F7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Астра-А РПА обеспечивает сбор информации с двух адресных линий связи (АЛС) путем поочередного опроса всех зарегистрированных адресных устройств и передача этой информации по интерфейсу RS-485 в ППКОП Астра-812 Pro или Астра-8945 Pro.</w:t>
      </w:r>
    </w:p>
    <w:p w14:paraId="1A9EE35E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Основные данные:</w:t>
      </w:r>
    </w:p>
    <w:p w14:paraId="5C8551B5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RS-485 для подключения к ППКОП;</w:t>
      </w:r>
    </w:p>
    <w:p w14:paraId="019C6E51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интерфейса независимых адресных линий связи (АЛС);</w:t>
      </w:r>
    </w:p>
    <w:p w14:paraId="6940B991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каждой АЛС (но суммарно не более 250), с протяженностью каждой АЛС до 1000 м,</w:t>
      </w:r>
    </w:p>
    <w:p w14:paraId="731BECF4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«кольцо», протяженность кольца АЛС – до 1000 м;</w:t>
      </w:r>
    </w:p>
    <w:p w14:paraId="115E4CEC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узел выходного электропитания 24 В для двух независимых АЛС с защитами от перегрузки;</w:t>
      </w:r>
    </w:p>
    <w:p w14:paraId="69B9AC02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порт USB для смены ПО;</w:t>
      </w:r>
    </w:p>
    <w:p w14:paraId="1308C45C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 от двух источников постоянного напряжения (основного и резервного) с номинальным напряжением 12 В или 24 В.</w:t>
      </w:r>
    </w:p>
    <w:p w14:paraId="5261CC05" w14:textId="77777777"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0CDCCA6A" w14:textId="77777777"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0D4DFBE2" w14:textId="77777777"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03C4C97F" w14:textId="77777777"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дымовой адресный Астра-42А</w:t>
      </w:r>
    </w:p>
    <w:p w14:paraId="2F72D00D" w14:textId="77777777"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62A43E10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обнаружения загораний, сопровождающихся появлением дыма,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 Электропитание извещателя осуществляется от РПА. Извещатель обеспечивает измерение и передачу по адресной линии связи по запросу РПА следующих параметров:</w:t>
      </w:r>
    </w:p>
    <w:p w14:paraId="51EDE69F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а) запыленности/задымленности дымовой камеры (в %). </w:t>
      </w:r>
    </w:p>
    <w:p w14:paraId="2EB53070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б) температуры окружающей среды (</w:t>
      </w:r>
      <w:proofErr w:type="spellStart"/>
      <w:r w:rsidRPr="00EC64C5">
        <w:rPr>
          <w:rFonts w:ascii="ISOCPEUR" w:hAnsi="ISOCPEUR"/>
        </w:rPr>
        <w:t>в°С</w:t>
      </w:r>
      <w:proofErr w:type="spellEnd"/>
      <w:r w:rsidRPr="00EC64C5">
        <w:rPr>
          <w:rFonts w:ascii="ISOCPEUR" w:hAnsi="ISOCPEUR"/>
        </w:rPr>
        <w:t xml:space="preserve">); </w:t>
      </w:r>
    </w:p>
    <w:p w14:paraId="781007E2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Принцип действия извещателя основан на работе </w:t>
      </w:r>
      <w:r w:rsidRPr="00EC64C5">
        <w:rPr>
          <w:rFonts w:ascii="ISOCPEUR" w:hAnsi="ISOCPEUR" w:cs="Arial CYR"/>
          <w:color w:val="000000"/>
        </w:rPr>
        <w:t>2-х лучевой дымовой камеры с применением светодиодов разного спектра свечения и специального алгоритма анализа, основанного на сравнении преломления разных световых лучей. Данный алгоритм позволяет отделять реальные факторы пожара от пыли и водяных паров, что повышает надежность системы и снижает вероятность ложных срабатываний</w:t>
      </w:r>
      <w:r w:rsidRPr="00EC64C5">
        <w:rPr>
          <w:rFonts w:ascii="ISOCPEUR" w:hAnsi="ISOCPEUR"/>
        </w:rPr>
        <w:t>.</w:t>
      </w:r>
    </w:p>
    <w:p w14:paraId="1A0B6915" w14:textId="77777777" w:rsidR="00973356" w:rsidRPr="00EC64C5" w:rsidRDefault="00973356" w:rsidP="00973356">
      <w:pPr>
        <w:rPr>
          <w:rFonts w:ascii="ISOCPEUR" w:hAnsi="ISOCPEUR"/>
        </w:rPr>
      </w:pPr>
    </w:p>
    <w:p w14:paraId="42CB0765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ручной адресный Астра-45А</w:t>
      </w:r>
    </w:p>
    <w:p w14:paraId="01E79373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</w:p>
    <w:p w14:paraId="2C104984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ручного включения сигнала пожарной тревоги нажатием на приводной элемент,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</w:t>
      </w:r>
    </w:p>
    <w:p w14:paraId="07E12347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приводится в действие нажатием на приводной элемент – </w:t>
      </w:r>
      <w:proofErr w:type="spellStart"/>
      <w:r w:rsidRPr="00EC64C5">
        <w:rPr>
          <w:rFonts w:ascii="ISOCPEUR" w:hAnsi="ISOCPEUR"/>
        </w:rPr>
        <w:t>неразрушаемую</w:t>
      </w:r>
      <w:proofErr w:type="spellEnd"/>
      <w:r w:rsidRPr="00EC64C5">
        <w:rPr>
          <w:rFonts w:ascii="ISOCPEUR" w:hAnsi="ISOCPEUR"/>
        </w:rPr>
        <w:t xml:space="preserve"> пластину. После срабатывания пластина фиксируется в нажатом состоянии. Микроконтроллер, в соответствии с заданным алгоритмом работы, формирует извещение о пожаре. Возврат извещателя в дежурное состояние осуществляется приведением приводного элемента в исходное положение с помощью ключа-толкателя.</w:t>
      </w:r>
    </w:p>
    <w:p w14:paraId="6313087F" w14:textId="77777777" w:rsidR="00A55DA8" w:rsidRPr="00EC64C5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6C39E8B2" w14:textId="77777777" w:rsidR="00DD571E" w:rsidRPr="00EC64C5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04A0D879" w14:textId="77777777" w:rsidR="0095564B" w:rsidRPr="00EC64C5" w:rsidRDefault="0095564B" w:rsidP="003F5DD0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3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Электроснабжение установки</w:t>
      </w:r>
    </w:p>
    <w:p w14:paraId="299D4B56" w14:textId="77777777"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</w:p>
    <w:p w14:paraId="125FF09F" w14:textId="77777777"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Согласно ПУЭ и СП 5.13130.2009  установки пожарной сигнализации  в части обеспечения надежности электроснабжения отнесены к электроприемникам 1 категории, поэтому электропитание осуществляется от сети через резервированные источники питания. Переход </w:t>
      </w:r>
      <w:r w:rsidRPr="00EC64C5">
        <w:rPr>
          <w:rFonts w:ascii="ISOCPEUR" w:hAnsi="ISOCPEUR"/>
        </w:rPr>
        <w:lastRenderedPageBreak/>
        <w:t>на резервированные источники питания происходит автоматически при пропадании основного питания без выдачи сигнала тревоги:</w:t>
      </w:r>
    </w:p>
    <w:p w14:paraId="059EB717" w14:textId="77777777" w:rsidR="0095564B" w:rsidRPr="00EC64C5" w:rsidRDefault="0095564B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основное питание – сеть 220 В, 50 Гц;</w:t>
      </w:r>
    </w:p>
    <w:p w14:paraId="34E2B117" w14:textId="77777777" w:rsidR="0095564B" w:rsidRPr="00EC64C5" w:rsidRDefault="00924E17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ре</w:t>
      </w:r>
      <w:r w:rsidR="000404CD" w:rsidRPr="00EC64C5">
        <w:rPr>
          <w:rFonts w:ascii="ISOCPEUR" w:hAnsi="ISOCPEUR"/>
          <w:iCs/>
        </w:rPr>
        <w:t>зервный источник – АКБ 12В</w:t>
      </w:r>
      <w:r w:rsidRPr="00EC64C5">
        <w:rPr>
          <w:rFonts w:ascii="ISOCPEUR" w:hAnsi="ISOCPEUR"/>
          <w:iCs/>
        </w:rPr>
        <w:t xml:space="preserve">. </w:t>
      </w:r>
    </w:p>
    <w:p w14:paraId="77B0A0FC" w14:textId="77777777" w:rsidR="0095564B" w:rsidRPr="00EC64C5" w:rsidRDefault="0095564B" w:rsidP="0095564B">
      <w:pPr>
        <w:ind w:left="142" w:firstLine="142"/>
        <w:jc w:val="both"/>
        <w:rPr>
          <w:rFonts w:ascii="ISOCPEUR" w:hAnsi="ISOCPEUR"/>
          <w:iCs/>
        </w:rPr>
      </w:pPr>
    </w:p>
    <w:p w14:paraId="4E1CD763" w14:textId="77777777" w:rsidR="0095564B" w:rsidRPr="00EC64C5" w:rsidRDefault="002F4B3E" w:rsidP="0095564B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 xml:space="preserve">4. </w:t>
      </w:r>
      <w:r w:rsidR="0095564B" w:rsidRPr="00EC64C5">
        <w:rPr>
          <w:rFonts w:ascii="ISOCPEUR" w:hAnsi="ISOCPEUR"/>
        </w:rPr>
        <w:t>Кабельные линии связи</w:t>
      </w:r>
    </w:p>
    <w:p w14:paraId="437FC3E9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178B9E69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Адресную линию связи выполнить кабелем </w:t>
      </w:r>
      <w:proofErr w:type="spellStart"/>
      <w:r w:rsidRPr="00EC64C5">
        <w:rPr>
          <w:rFonts w:ascii="ISOCPEUR" w:hAnsi="ISOCPEUR"/>
        </w:rPr>
        <w:t>КПС</w:t>
      </w:r>
      <w:r w:rsidR="00C06CA2">
        <w:rPr>
          <w:rFonts w:ascii="ISOCPEUR" w:hAnsi="ISOCPEUR"/>
        </w:rPr>
        <w:t>Э</w:t>
      </w:r>
      <w:r w:rsidRPr="00EC64C5">
        <w:rPr>
          <w:rFonts w:ascii="ISOCPEUR" w:hAnsi="ISOCPEUR"/>
        </w:rPr>
        <w:t>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2х2х0,5.</w:t>
      </w:r>
    </w:p>
    <w:p w14:paraId="6248D0AC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интерфейса </w:t>
      </w:r>
      <w:r w:rsidRPr="00EC64C5">
        <w:rPr>
          <w:rFonts w:ascii="ISOCPEUR" w:hAnsi="ISOCPEUR"/>
          <w:lang w:val="en-US"/>
        </w:rPr>
        <w:t>RS</w:t>
      </w:r>
      <w:r w:rsidRPr="00EC64C5">
        <w:rPr>
          <w:rFonts w:ascii="ISOCPEUR" w:hAnsi="ISOCPEUR"/>
        </w:rPr>
        <w:t xml:space="preserve">-485 выполнить кабелем </w:t>
      </w:r>
      <w:proofErr w:type="spellStart"/>
      <w:r w:rsidRPr="00EC64C5">
        <w:rPr>
          <w:rFonts w:ascii="ISOCPEUR" w:hAnsi="ISOCPEUR"/>
        </w:rPr>
        <w:t>КПС</w:t>
      </w:r>
      <w:r w:rsidR="00C06CA2">
        <w:rPr>
          <w:rFonts w:ascii="ISOCPEUR" w:hAnsi="ISOCPEUR"/>
        </w:rPr>
        <w:t>Э</w:t>
      </w:r>
      <w:r w:rsidRPr="00EC64C5">
        <w:rPr>
          <w:rFonts w:ascii="ISOCPEUR" w:hAnsi="ISOCPEUR"/>
        </w:rPr>
        <w:t>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</w:t>
      </w:r>
      <w:r w:rsidR="00C06CA2">
        <w:rPr>
          <w:rFonts w:ascii="ISOCPEUR" w:hAnsi="ISOCPEUR"/>
        </w:rPr>
        <w:t>2</w:t>
      </w:r>
      <w:r w:rsidRPr="00EC64C5">
        <w:rPr>
          <w:rFonts w:ascii="ISOCPEUR" w:hAnsi="ISOCPEUR"/>
        </w:rPr>
        <w:t>х2х0,5.</w:t>
      </w:r>
    </w:p>
    <w:p w14:paraId="1E7A4EF9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</w:t>
      </w:r>
      <w:r w:rsidR="00A44CE5">
        <w:rPr>
          <w:rFonts w:ascii="ISOCPEUR" w:hAnsi="ISOCPEUR"/>
        </w:rPr>
        <w:t>оповещения</w:t>
      </w:r>
      <w:r w:rsidRPr="00EC64C5">
        <w:rPr>
          <w:rFonts w:ascii="ISOCPEUR" w:hAnsi="ISOCPEUR"/>
        </w:rPr>
        <w:t xml:space="preserve">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1х2х0,5.</w:t>
      </w:r>
    </w:p>
    <w:p w14:paraId="55345CEE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Питание блоков бесперебойного питания 220В выполнить кабелем ВВГнг</w:t>
      </w:r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3х1,5.</w:t>
      </w:r>
    </w:p>
    <w:p w14:paraId="54DDF252" w14:textId="77777777" w:rsidR="0095564B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Кабельные линии проложить в трубе гофрированной в </w:t>
      </w:r>
      <w:proofErr w:type="spellStart"/>
      <w:r w:rsidRPr="00EC64C5">
        <w:rPr>
          <w:rFonts w:ascii="ISOCPEUR" w:hAnsi="ISOCPEUR"/>
        </w:rPr>
        <w:t>запотолочном</w:t>
      </w:r>
      <w:proofErr w:type="spellEnd"/>
      <w:r w:rsidRPr="00EC64C5">
        <w:rPr>
          <w:rFonts w:ascii="ISOCPEUR" w:hAnsi="ISOCPEUR"/>
        </w:rPr>
        <w:t xml:space="preserve"> пространстве, при наличии </w:t>
      </w:r>
      <w:r w:rsidR="00482BC8" w:rsidRPr="00EC64C5">
        <w:rPr>
          <w:rFonts w:ascii="ISOCPEUR" w:hAnsi="ISOCPEUR"/>
        </w:rPr>
        <w:t>подвесного потолка</w:t>
      </w:r>
      <w:r w:rsidRPr="00EC64C5">
        <w:rPr>
          <w:rFonts w:ascii="ISOCPEUR" w:hAnsi="ISOCPEUR"/>
        </w:rPr>
        <w:t>. При открытой прокладке – в мини-каналах.</w:t>
      </w:r>
    </w:p>
    <w:p w14:paraId="61A62827" w14:textId="77777777" w:rsidR="0095564B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Соединения, ответвления и </w:t>
      </w:r>
      <w:proofErr w:type="spellStart"/>
      <w:r w:rsidRPr="00EC64C5">
        <w:rPr>
          <w:rFonts w:ascii="ISOCPEUR" w:hAnsi="ISOCPEUR"/>
        </w:rPr>
        <w:t>оконцевания</w:t>
      </w:r>
      <w:proofErr w:type="spellEnd"/>
      <w:r w:rsidRPr="00EC64C5">
        <w:rPr>
          <w:rFonts w:ascii="ISOCPEUR" w:hAnsi="ISOCPEUR"/>
        </w:rPr>
        <w:t xml:space="preserve"> жил проводов и кабелей должны производится при помощи опрессовки, сварки, пайки или сжимов.</w:t>
      </w:r>
    </w:p>
    <w:p w14:paraId="3E5F3D6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обеспечивающий возможность повторного соединения, ответвления или присоединения.</w:t>
      </w:r>
    </w:p>
    <w:p w14:paraId="66C28A94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504B2F86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6F6B06C3" w14:textId="77777777" w:rsidR="000404CD" w:rsidRPr="00EC64C5" w:rsidRDefault="000404CD" w:rsidP="000404CD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5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Заземление</w:t>
      </w:r>
    </w:p>
    <w:p w14:paraId="77EF53EF" w14:textId="77777777"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</w:p>
    <w:p w14:paraId="3373E3A6" w14:textId="77777777"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Для обеспечения электробезопасности обслуживающего персонала, в соответствии с СП 5.13130.2009 и требованиями ПУЭ корпуса приборов пожарной сигнализации должны быть надежно заземлены. Монтаж заземляющих устройств выполнить в соответствии с требованиями ПУЭ, СНиП 3.05.06-85 и других действующих нормативных документов.</w:t>
      </w:r>
    </w:p>
    <w:p w14:paraId="7FF11976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5F6AD2FB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202CBEA1" w14:textId="77777777" w:rsidR="000404CD" w:rsidRPr="00EC64C5" w:rsidRDefault="000404CD" w:rsidP="000404CD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ab/>
        <w:t>6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Требования к монтажу и эксплуатации установки</w:t>
      </w:r>
    </w:p>
    <w:p w14:paraId="6F99D8FD" w14:textId="77777777" w:rsidR="000404CD" w:rsidRPr="00EC64C5" w:rsidRDefault="000404CD" w:rsidP="000404CD">
      <w:pPr>
        <w:ind w:left="142" w:right="-144" w:firstLine="142"/>
        <w:jc w:val="both"/>
        <w:rPr>
          <w:rFonts w:ascii="ISOCPEUR" w:hAnsi="ISOCPEUR"/>
        </w:rPr>
      </w:pPr>
    </w:p>
    <w:p w14:paraId="7C264C15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работам по монтажу и наладке технических средств АПС и СОУЭ допускаются лица, изучившие настоящий проект, эксплуатационную документацию на оборудование, входящее в состав системы пожарной сигнализации и оповещения людей о пожаре, и прошедшие инструктаж по технике безопасности при выполнении работ с электроустановками до 1000В В соответствии с “Правилами технической эксплуатации электроустановок потребителей” и “Правилами техники безопасности при эксплуатации установок потребителей”.</w:t>
      </w:r>
    </w:p>
    <w:p w14:paraId="6441AA4D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соединительных кабелей, технических средств, их отключение и смена отдельных изделий системы должны производиться при выключенных источниках питания и отключенных от сети переменного тока напряжением 220В кабелях сетевого питания. Несоблюдение этих требований может привести к травмам и к выходу из строя элементов системы пожарной сигнализации и оповещения людей о пожаре.</w:t>
      </w:r>
    </w:p>
    <w:p w14:paraId="462F42BC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Все электромонтажные работ, обслуживание электроустановок, периодичность и методы испытаний защитных средств должны выполнятся </w:t>
      </w:r>
      <w:proofErr w:type="gramStart"/>
      <w:r w:rsidRPr="00EC64C5">
        <w:rPr>
          <w:rFonts w:ascii="ISOCPEUR" w:hAnsi="ISOCPEUR"/>
        </w:rPr>
        <w:t>с  соблюдением</w:t>
      </w:r>
      <w:proofErr w:type="gramEnd"/>
      <w:r w:rsidRPr="00EC64C5">
        <w:rPr>
          <w:rFonts w:ascii="ISOCPEUR" w:hAnsi="ISOCPEUR"/>
        </w:rPr>
        <w:t xml:space="preserve"> «Правил технической эксплуатации электроустановок потребителей».</w:t>
      </w:r>
    </w:p>
    <w:p w14:paraId="1E1FFC5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Монтажно-наладочные работы должны выполнятся в соответствии с РД 78.145-93 МВД России «Правила производства и приемки работ. Системы и комплексы охранной, пожарной и охранно-пожарной сигнализации».</w:t>
      </w:r>
    </w:p>
    <w:p w14:paraId="4C1F76FB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Перед подачей напряжения на технические средства, входящие в систему пожарной сигнализации и оповещения людей о пожаре, должны быть надежно заземлены путем подсоединения клеммы заземления к контуру заземления или заземляющей магистрали.</w:t>
      </w:r>
    </w:p>
    <w:p w14:paraId="6E2466EE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Запрещается оставлять без надзора технические средства под напряжением со снятыми крышками и корпусами.</w:t>
      </w:r>
    </w:p>
    <w:p w14:paraId="058D99F2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Работы на высоте должны производиться персоналом, прошедшим специальный инструктаж по технике безопасности. При работах на высоте более 1,5 м необходимо пользоваться лесами и лестницами. Настилы лесов, стремянок, расположенных выше 1,1 м от уровня земли, должны быть ограждены перилами высотой не менее 1 м.</w:t>
      </w:r>
      <w:bookmarkStart w:id="5" w:name="_Toc178146338"/>
      <w:bookmarkStart w:id="6" w:name="_Toc221939953"/>
      <w:bookmarkEnd w:id="5"/>
      <w:bookmarkEnd w:id="6"/>
    </w:p>
    <w:p w14:paraId="24579888" w14:textId="77777777" w:rsidR="0095564B" w:rsidRPr="00EC64C5" w:rsidRDefault="0095564B" w:rsidP="000404CD">
      <w:pPr>
        <w:tabs>
          <w:tab w:val="left" w:pos="3765"/>
        </w:tabs>
        <w:ind w:left="142" w:right="-144" w:firstLine="142"/>
        <w:jc w:val="both"/>
        <w:rPr>
          <w:rFonts w:ascii="ISOCPEUR" w:hAnsi="ISOCPEUR"/>
        </w:rPr>
      </w:pPr>
    </w:p>
    <w:p w14:paraId="4F83550C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7C629DAC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6E47DA66" w14:textId="77777777"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7. ТЕХНИЧЕСКОЕ ОБСЛУЖИВАНИЕ И СОДЕРЖАНИЕ УСТАНОВОК ПОЖАРНОЙ АВТОМАТИКИ</w:t>
      </w:r>
    </w:p>
    <w:p w14:paraId="55927244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Основным назначением технического обслуживания является выполнение мероприятий, направленных на поддержание автоматической установки пожарной сигнализации в состоянии готовности к применению: предупреждению неисправностей и преждевременного выхода из строя составляющих приборов и элементов.</w:t>
      </w:r>
    </w:p>
    <w:p w14:paraId="6E36743D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Структура технического обслуживания  и ремонта включает в себя следующие виды работ:</w:t>
      </w:r>
    </w:p>
    <w:p w14:paraId="3A164AB0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техническое обслуживание;</w:t>
      </w:r>
    </w:p>
    <w:p w14:paraId="043C059A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плановый текущий ремонт; </w:t>
      </w:r>
    </w:p>
    <w:p w14:paraId="0DAF9940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плановый капитальный ремонт;</w:t>
      </w:r>
    </w:p>
    <w:p w14:paraId="2496D77C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- внеплановый ремонт.</w:t>
      </w:r>
    </w:p>
    <w:p w14:paraId="49D58278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техническому обслуживанию относится наблюдение за плановой работой установки, устранение обнаруженных дефектов, регулировка, настройка, опробование и проверка.</w:t>
      </w:r>
    </w:p>
    <w:p w14:paraId="1EFB07F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объем капитального ремонта, кроме работ, предусмотренных текущим ремонтом, входит замена изношенных элементов установки и улучшение эксплуатационных возможностей оборудования.</w:t>
      </w:r>
    </w:p>
    <w:p w14:paraId="1F6C73EE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Внеплановый ремонт выполняется в объеме текущего или капитального ремонта и производится после пожара, аварии, вызванной неудовлетворительной эксплуатацией оборудования, или для предотвращения ее.</w:t>
      </w:r>
    </w:p>
    <w:p w14:paraId="1EA840F6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проведении работ по ТО следует руководствоваться требованиями ГОСТ Р 50775-95.</w:t>
      </w:r>
    </w:p>
    <w:p w14:paraId="37D0EC7E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650D706B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4F9EA01F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1371AAA5" w14:textId="77777777"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8. ПРОФЕССИОНАЛЬНЫЙ И КВАЛИФИЦИРОВАННЫЙ СОСТАВ ЛИЦ, РАБОТАЮЩИХ НА ОБЪЕКТЕ ПО ТЕХНИЧЕСКОМУ ОБСЛУЖИВАНИЮ И ЭКСПЛУАТАЦИИ АВТОМАТИЧЕСКОЙ УСТАНОВКИ ПОЖАРНОЙ СИГНАЛИЗАЦИИ</w:t>
      </w:r>
      <w:r w:rsidR="003F5DD0" w:rsidRPr="00EC64C5">
        <w:rPr>
          <w:rFonts w:ascii="ISOCPEUR" w:hAnsi="ISOCPEUR"/>
        </w:rPr>
        <w:t>.</w:t>
      </w:r>
    </w:p>
    <w:p w14:paraId="0AAC2634" w14:textId="77777777" w:rsidR="003F5DD0" w:rsidRPr="00EC64C5" w:rsidRDefault="003F5DD0" w:rsidP="002F4B3E">
      <w:pPr>
        <w:ind w:left="142" w:right="84" w:firstLine="142"/>
        <w:jc w:val="center"/>
        <w:rPr>
          <w:rFonts w:ascii="ISOCPEUR" w:hAnsi="ISOCPEUR"/>
        </w:rPr>
      </w:pPr>
    </w:p>
    <w:p w14:paraId="09425D74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Нормативы численности персонала учитывают выполнение работ по техническому обслуживанию, и плановому техническому ремонту автоматической установки пожарной сигнализации предприятием, организацией, эксплуатирующей эти установки.  </w:t>
      </w:r>
    </w:p>
    <w:p w14:paraId="5207E655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Численность электромехаников для ТО и текущего ремонта автоматической установки пожарной сигнализации учитывает необходимые затраты времени на все составляющие элементы установок.</w:t>
      </w:r>
    </w:p>
    <w:p w14:paraId="141C37C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Проведение указанных работ по ТО и ремонту спроектированной установки автоматической пожарной сигнализации и СОУЭ с целью обеспечения их надежной и безотказной  работы на объекте осуществляет:</w:t>
      </w:r>
    </w:p>
    <w:p w14:paraId="199397AB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Электромеханик 5-го разряда – 1  человек.</w:t>
      </w:r>
    </w:p>
    <w:p w14:paraId="4E2E4992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Электромонтер 3-го разряда    – 1 человек.</w:t>
      </w:r>
    </w:p>
    <w:p w14:paraId="60C946B2" w14:textId="77777777" w:rsidR="0095564B" w:rsidRPr="00EC64C5" w:rsidRDefault="002F4B3E" w:rsidP="002F4B3E">
      <w:pPr>
        <w:ind w:left="142" w:right="-14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</w:rPr>
        <w:t xml:space="preserve">Расчет выполнен по РТМ 25.488-82 </w:t>
      </w:r>
      <w:proofErr w:type="spellStart"/>
      <w:r w:rsidRPr="00EC64C5">
        <w:rPr>
          <w:rFonts w:ascii="ISOCPEUR" w:hAnsi="ISOCPEUR"/>
        </w:rPr>
        <w:t>Минприбора</w:t>
      </w:r>
      <w:proofErr w:type="spellEnd"/>
      <w:r w:rsidRPr="00EC64C5">
        <w:rPr>
          <w:rFonts w:ascii="ISOCPEUR" w:hAnsi="ISOCPEUR"/>
        </w:rPr>
        <w:t xml:space="preserve"> СССР</w:t>
      </w:r>
      <w:bookmarkStart w:id="7" w:name="_PictureBullets"/>
      <w:bookmarkEnd w:id="7"/>
      <w:r w:rsidRPr="00EC64C5">
        <w:rPr>
          <w:rFonts w:ascii="ISOCPEUR" w:hAnsi="ISOCPEUR"/>
        </w:rPr>
        <w:t>.</w:t>
      </w:r>
      <w:bookmarkEnd w:id="0"/>
      <w:bookmarkEnd w:id="1"/>
      <w:bookmarkEnd w:id="2"/>
      <w:bookmarkEnd w:id="3"/>
    </w:p>
    <w:sectPr w:rsidR="0095564B" w:rsidRPr="00EC64C5" w:rsidSect="00AA0C3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D2CB8" w14:textId="77777777" w:rsidR="003C0480" w:rsidRDefault="003C0480" w:rsidP="008F2F3A">
      <w:r>
        <w:separator/>
      </w:r>
    </w:p>
  </w:endnote>
  <w:endnote w:type="continuationSeparator" w:id="0">
    <w:p w14:paraId="035AE92A" w14:textId="77777777" w:rsidR="003C0480" w:rsidRDefault="003C0480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Common">
    <w:altName w:val="Arial"/>
    <w:charset w:val="CC"/>
    <w:family w:val="swiss"/>
    <w:pitch w:val="variable"/>
    <w:sig w:usb0="00000001" w:usb1="00000000" w:usb2="00000000" w:usb3="00000000" w:csb0="0000009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21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8"/>
      <w:gridCol w:w="569"/>
      <w:gridCol w:w="569"/>
      <w:gridCol w:w="569"/>
      <w:gridCol w:w="853"/>
      <w:gridCol w:w="569"/>
      <w:gridCol w:w="6254"/>
      <w:gridCol w:w="570"/>
    </w:tblGrid>
    <w:tr w:rsidR="004C0BDC" w:rsidRPr="005C696F" w14:paraId="782ADBD9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14:paraId="1948DB37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B0E8674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748CFD5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5F59E0FD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19361C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14:paraId="603D8EBC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625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499B5D6" w14:textId="77777777" w:rsidR="004C0BDC" w:rsidRPr="00C06CA2" w:rsidRDefault="00C06CA2" w:rsidP="00C06CA2">
          <w:pPr>
            <w:spacing w:line="360" w:lineRule="auto"/>
            <w:jc w:val="center"/>
            <w:rPr>
              <w:rFonts w:ascii="ISOCPEUR" w:hAnsi="ISOCPEUR"/>
              <w:szCs w:val="22"/>
            </w:rPr>
          </w:pPr>
          <w:r w:rsidRPr="00C06CA2">
            <w:rPr>
              <w:rFonts w:ascii="ISOCPEUR" w:hAnsi="ISOCPEUR"/>
              <w:sz w:val="32"/>
              <w:szCs w:val="32"/>
            </w:rPr>
            <w:t>07/12-2018-ПС.ПЗ</w:t>
          </w:r>
        </w:p>
      </w:tc>
      <w:tc>
        <w:tcPr>
          <w:tcW w:w="570" w:type="dxa"/>
          <w:tcBorders>
            <w:top w:val="single" w:sz="12" w:space="0" w:color="auto"/>
            <w:left w:val="nil"/>
          </w:tcBorders>
          <w:vAlign w:val="center"/>
        </w:tcPr>
        <w:p w14:paraId="07E1B008" w14:textId="77777777"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14:paraId="20C62E29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14:paraId="1F4115D6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1EEF6BEA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620BBA2F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76F29688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5385CA1A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</w:tcBorders>
        </w:tcPr>
        <w:p w14:paraId="4EA73A76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6254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007A93BE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 w:val="restart"/>
          <w:tcBorders>
            <w:top w:val="single" w:sz="6" w:space="0" w:color="auto"/>
            <w:left w:val="nil"/>
          </w:tcBorders>
          <w:vAlign w:val="center"/>
        </w:tcPr>
        <w:p w14:paraId="79828F73" w14:textId="77777777"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726D85">
            <w:rPr>
              <w:rFonts w:ascii="ISOCPEUR" w:hAnsi="ISOCPEUR"/>
              <w:iCs/>
              <w:noProof/>
              <w:sz w:val="24"/>
              <w:szCs w:val="24"/>
            </w:rPr>
            <w:t>7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14:paraId="29836F9C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14:paraId="6DE591D1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1B17DE3D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7DB57F6E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36E6A4C9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94C7661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14:paraId="15664C65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6254" w:type="dxa"/>
          <w:vMerge/>
          <w:tcBorders>
            <w:left w:val="nil"/>
            <w:right w:val="single" w:sz="12" w:space="0" w:color="auto"/>
          </w:tcBorders>
        </w:tcPr>
        <w:p w14:paraId="108D7A6A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/>
          <w:tcBorders>
            <w:left w:val="nil"/>
          </w:tcBorders>
        </w:tcPr>
        <w:p w14:paraId="1E9DDF12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14:paraId="325D84BF" w14:textId="77777777" w:rsidR="004C0BDC" w:rsidRPr="00726D85" w:rsidRDefault="004C0BDC" w:rsidP="00CE2E70">
    <w:pPr>
      <w:pStyle w:val="a5"/>
      <w:ind w:left="-284"/>
      <w:rPr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14:paraId="4DB88B30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28377F8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89E2E26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75D4576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03EC204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2A600ED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14:paraId="057E460A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58519B1D" w14:textId="77777777" w:rsidR="00EC4CD7" w:rsidRPr="00EC64C5" w:rsidRDefault="00C06CA2" w:rsidP="00C06CA2">
          <w:pPr>
            <w:spacing w:line="360" w:lineRule="auto"/>
            <w:jc w:val="center"/>
            <w:rPr>
              <w:rFonts w:ascii="ISOCPEUR" w:hAnsi="ISOCPEUR"/>
              <w:sz w:val="28"/>
              <w:szCs w:val="28"/>
              <w:lang w:val="en-US"/>
            </w:rPr>
          </w:pPr>
          <w:r w:rsidRPr="00C06CA2">
            <w:rPr>
              <w:rFonts w:ascii="ISOCPEUR" w:hAnsi="ISOCPEUR"/>
              <w:sz w:val="32"/>
              <w:szCs w:val="32"/>
            </w:rPr>
            <w:t>07/12-2018-ПС.ПЗ</w:t>
          </w:r>
        </w:p>
      </w:tc>
    </w:tr>
    <w:tr w:rsidR="00EC4CD7" w:rsidRPr="00B414BF" w14:paraId="0E26B951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3BC0A09B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7DE30EC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207CD09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051C36A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BC277A0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5E73FEDA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2304E736" w14:textId="77777777"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14:paraId="3A408CB7" w14:textId="77777777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EA022D3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0650704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ECB02CA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D36CD28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A696633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6882974E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14:paraId="74F370F0" w14:textId="77777777" w:rsidR="002E51CF" w:rsidRPr="00C06CA2" w:rsidRDefault="00C06CA2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8"/>
              <w:szCs w:val="28"/>
            </w:rPr>
          </w:pPr>
          <w:r w:rsidRPr="00C06CA2">
            <w:rPr>
              <w:rFonts w:ascii="ISOCPEUR" w:hAnsi="ISOCPEUR" w:cs="ISOCPEUR"/>
              <w:sz w:val="28"/>
              <w:szCs w:val="28"/>
            </w:rPr>
            <w:t>Офисное здание. 3, 4 этажи</w:t>
          </w:r>
        </w:p>
      </w:tc>
    </w:tr>
    <w:tr w:rsidR="004C0BDC" w:rsidRPr="00B414BF" w14:paraId="43DAF11A" w14:textId="7777777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5963271D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4BE06D2F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7BC98241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7C97042D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48882942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14:paraId="2AA3AD02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14:paraId="6430EC02" w14:textId="77777777"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 w14:paraId="13ACBE66" w14:textId="7777777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1604D42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2680BC83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3CCB7C5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FB2D3A9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A6EE518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2B57965F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14:paraId="5A308D62" w14:textId="77777777"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 w14:paraId="252A3C2E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51101B4" w14:textId="77777777"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87B4E80" w14:textId="77777777" w:rsidR="00B2130A" w:rsidRPr="00EC64C5" w:rsidRDefault="00C06CA2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  <w:r>
            <w:rPr>
              <w:rFonts w:ascii="ISOCPEUR" w:hAnsi="ISOCPEUR"/>
              <w:iCs/>
              <w:spacing w:val="-16"/>
              <w:sz w:val="22"/>
              <w:szCs w:val="22"/>
            </w:rPr>
            <w:t>Бикбова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D7F64DC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B4D1606" w14:textId="77777777"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0752D6AD" w14:textId="77777777" w:rsidR="004E2D24" w:rsidRPr="00C06CA2" w:rsidRDefault="009059A2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32"/>
              <w:szCs w:val="32"/>
            </w:rPr>
          </w:pPr>
          <w:r w:rsidRPr="00C06CA2">
            <w:rPr>
              <w:rFonts w:ascii="ISOCPEUR" w:hAnsi="ISOCPEUR" w:cs="ISOCPEUR"/>
              <w:sz w:val="32"/>
              <w:szCs w:val="32"/>
            </w:rPr>
            <w:t>Система 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10024CF1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34E85D4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3670EC69" w14:textId="77777777"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 w14:paraId="18D6D14A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05387DA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F8F998C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3028A8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388D121" w14:textId="77777777"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14:paraId="42CBBD66" w14:textId="77777777" w:rsidR="00B2130A" w:rsidRPr="00C06CA2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1D2DC6CD" w14:textId="77777777"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0306AA9" w14:textId="77777777"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5C78941C" w14:textId="77777777" w:rsidR="00B2130A" w:rsidRPr="00EC64C5" w:rsidRDefault="00B76AA0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begin"/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instrText xml:space="preserve"> NUMPAGES   \* MERGEFORMAT </w:instrTex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separate"/>
          </w:r>
          <w:r w:rsidR="00726D85" w:rsidRPr="00726D8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7</w: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end"/>
          </w:r>
        </w:p>
      </w:tc>
    </w:tr>
    <w:tr w:rsidR="00B2130A" w:rsidRPr="002F4B3E" w14:paraId="1F299B68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427C0F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422058B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83B621D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92FCA5B" w14:textId="77777777"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0972B40B" w14:textId="77777777" w:rsidR="00B2130A" w:rsidRPr="00C06CA2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1071B934" w14:textId="77777777"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DAC3FF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14:paraId="649E121C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 w14:paraId="0B5C7620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A3BB97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046545C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51F1043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33BF8EB8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56D2E96E" w14:textId="77777777" w:rsidR="00B2130A" w:rsidRPr="00C06CA2" w:rsidRDefault="003542FB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8"/>
              <w:szCs w:val="28"/>
            </w:rPr>
          </w:pPr>
          <w:r w:rsidRPr="00C06CA2">
            <w:rPr>
              <w:rFonts w:ascii="ISOCPEUR" w:hAnsi="ISOCPEUR" w:cs="Arial,Bold"/>
              <w:bCs/>
              <w:sz w:val="28"/>
              <w:szCs w:val="28"/>
            </w:rPr>
            <w:t>Пояснительная записка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14:paraId="745210D3" w14:textId="77777777" w:rsidR="00B2130A" w:rsidRPr="00C06CA2" w:rsidRDefault="00C06CA2" w:rsidP="00AC764C">
          <w:pPr>
            <w:pStyle w:val="name"/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</w:pPr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ООО «ТЕКО-</w:t>
          </w:r>
          <w:r w:rsidRPr="00C06CA2">
            <w:rPr>
              <w:rFonts w:ascii="ISOCPEUR" w:hAnsi="ISOCPEUR"/>
              <w:iCs/>
              <w:color w:val="000000"/>
              <w:sz w:val="28"/>
              <w:szCs w:val="28"/>
            </w:rPr>
            <w:t>Life</w:t>
          </w:r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»</w:t>
          </w:r>
        </w:p>
      </w:tc>
    </w:tr>
    <w:tr w:rsidR="00B2130A" w:rsidRPr="002F4B3E" w14:paraId="4D6FEE86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52C6CAF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4526538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2801E1B3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B3C4706" w14:textId="77777777"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027D9776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14:paraId="27283B19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 w14:paraId="3CB31A41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A1E5D40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9EC4088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7748AE7" w14:textId="77777777"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2D01B688" w14:textId="77777777"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35C4477D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14:paraId="45F75635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14:paraId="3E02F1C7" w14:textId="77777777"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33E37D" w14:textId="77777777" w:rsidR="003C0480" w:rsidRDefault="003C0480" w:rsidP="008F2F3A">
      <w:r>
        <w:separator/>
      </w:r>
    </w:p>
  </w:footnote>
  <w:footnote w:type="continuationSeparator" w:id="0">
    <w:p w14:paraId="5E1B783F" w14:textId="77777777" w:rsidR="003C0480" w:rsidRDefault="003C0480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91D00" w14:textId="77777777" w:rsidR="004C0BDC" w:rsidRDefault="003C0480">
    <w:pPr>
      <w:pStyle w:val="a6"/>
      <w:tabs>
        <w:tab w:val="center" w:pos="-1843"/>
        <w:tab w:val="right" w:pos="6237"/>
      </w:tabs>
      <w:rPr>
        <w:lang w:val="en-US"/>
      </w:rPr>
    </w:pPr>
    <w:r>
      <w:rPr>
        <w:rFonts w:ascii="Mipgost" w:hAnsi="Mipgost"/>
        <w:i w:val="0"/>
        <w:noProof/>
        <w:sz w:val="12"/>
        <w:szCs w:val="28"/>
      </w:rPr>
      <w:pict w14:anchorId="14080ACB">
        <v:group id="Group 101" o:spid="_x0000_s2061" style="position:absolute;left:0;text-align:left;margin-left:19.65pt;margin-top:2.85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" o:allowincell="f">
          <v:rect id="Rectangle 102" o:spid="_x0000_s2072" style="position:absolute;left:1134;top:284;width:10488;height:162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<v:group id="Group 103" o:spid="_x0000_s2062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<v:group id="Group 104" o:spid="_x0000_s2064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<v:line id="Line 105" o:spid="_x0000_s2071" style="position:absolute;visibility:visibl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<v:line id="Line 106" o:spid="_x0000_s2070" style="position:absolute;visibility:visibl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<v:line id="Line 107" o:spid="_x0000_s2069" style="position:absolute;visibility:visibl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8" o:spid="_x0000_s2068" type="#_x0000_t202" style="position:absolute;left:317;top:6364;width:247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<v:textbox style="layout-flow:vertical;mso-layout-flow-alt:bottom-to-top" inset="0,0,0,0">
                  <w:txbxContent>
                    <w:p w14:paraId="03BA4EF7" w14:textId="77777777" w:rsidR="004C0BDC" w:rsidRPr="00EC64C5" w:rsidRDefault="004C0BDC" w:rsidP="0060299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Взамен инв. №</w:t>
                      </w:r>
                    </w:p>
                  </w:txbxContent>
                </v:textbox>
              </v:shape>
              <v:shape id="Text Box 109" o:spid="_x0000_s2067" type="#_x0000_t202" style="position:absolute;left:317;top:7850;width:247;height:18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14:paraId="06C14C3A" w14:textId="77777777" w:rsidR="004C0BDC" w:rsidRPr="00EC64C5" w:rsidRDefault="004C0BDC" w:rsidP="0060299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shape id="Text Box 110" o:spid="_x0000_s2066" type="#_x0000_t202" style="position:absolute;left:737;top:6362;width:246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14:paraId="52E26C16" w14:textId="77777777" w:rsidR="004C0BDC" w:rsidRDefault="004C0BDC" w:rsidP="00602998">
                      <w:pPr>
                        <w:pStyle w:val="a6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111" o:spid="_x0000_s2065" type="#_x0000_t202" style="position:absolute;left:318;top:9802;width:262;height:12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14:paraId="28302CDC" w14:textId="77777777" w:rsidR="004C0BDC" w:rsidRPr="00EC64C5" w:rsidRDefault="004C0BDC" w:rsidP="0058376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</v:group>
            <v:rect id="Rectangle 112" o:spid="_x0000_s2063" style="position:absolute;left:567;top:567;width:737;height:48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</v:group>
          <w10:wrap anchorx="page" anchory="page"/>
        </v:group>
      </w:pict>
    </w:r>
  </w:p>
  <w:p w14:paraId="514A8C0D" w14:textId="77777777" w:rsidR="004C0BDC" w:rsidRDefault="004C0BDC"/>
  <w:p w14:paraId="33EB9CB9" w14:textId="77777777"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0FA86" w14:textId="77777777" w:rsidR="004C0BDC" w:rsidRDefault="003C0480">
    <w:pPr>
      <w:pStyle w:val="a6"/>
    </w:pPr>
    <w:r>
      <w:rPr>
        <w:noProof/>
        <w:lang w:val="ru-RU"/>
      </w:rPr>
      <w:pict w14:anchorId="1392D9CD">
        <v:group id="Group 100" o:spid="_x0000_s2049" style="position:absolute;left:0;text-align:left;margin-left:18.6pt;margin-top:13.7pt;width:561.45pt;height:813.7pt;z-index:251657216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JBcQUAAEgkAAAOAAAAZHJzL2Uyb0RvYy54bWzsWttu4zYQfS/QfyD07ljUXUKcRWLHQYG0&#10;XXTTD2Ak2RIqiSqlxM4u+u8dDiVadhI0V7fb2A82Zd6GhzOHM0M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" o:allowincell="f">
          <v:rect id="Rectangle 2" o:spid="_x0000_s2060" style="position:absolute;left:1134;top:284;width:10488;height:1627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<v:group id="Group 99" o:spid="_x0000_s205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<v:group id="Group 64" o:spid="_x0000_s2052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line id="Line 54" o:spid="_x0000_s2059" style="position:absolute;visibility:visibl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<v:line id="Line 55" o:spid="_x0000_s2058" style="position:absolute;visibility:visibl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<v:line id="Line 56" o:spid="_x0000_s2057" style="position:absolute;visibility:visibl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7" o:spid="_x0000_s2056" type="#_x0000_t202" style="position:absolute;left:317;top:6364;width:247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<v:textbox style="layout-flow:vertical;mso-layout-flow-alt:bottom-to-top" inset="0,0,0,0">
                  <w:txbxContent>
                    <w:p w14:paraId="3A518171" w14:textId="77777777" w:rsidR="004C0BDC" w:rsidRPr="00EC64C5" w:rsidRDefault="004C0BDC" w:rsidP="00411DA9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Взамен инв. №</w:t>
                      </w:r>
                    </w:p>
                  </w:txbxContent>
                </v:textbox>
              </v:shape>
              <v:shape id="Text Box 58" o:spid="_x0000_s2055" type="#_x0000_t202" style="position:absolute;left:317;top:7850;width:247;height:187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<v:textbox style="layout-flow:vertical;mso-layout-flow-alt:bottom-to-top" inset="0,0,0,0">
                  <w:txbxContent>
                    <w:p w14:paraId="17789BA8" w14:textId="77777777" w:rsidR="004C0BDC" w:rsidRPr="00EC64C5" w:rsidRDefault="004C0BDC" w:rsidP="00411DA9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Подпись и дата</w:t>
                      </w:r>
                    </w:p>
                  </w:txbxContent>
                </v:textbox>
              </v:shape>
              <v:shape id="Text Box 59" o:spid="_x0000_s2054" type="#_x0000_t202" style="position:absolute;left:737;top:6362;width:246;height:13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<v:textbox style="layout-flow:vertical;mso-layout-flow-alt:bottom-to-top" inset="0,0,0,0">
                  <w:txbxContent>
                    <w:p w14:paraId="3534D509" w14:textId="77777777" w:rsidR="004C0BDC" w:rsidRDefault="004C0BDC" w:rsidP="00E40931">
                      <w:pPr>
                        <w:pStyle w:val="a6"/>
                        <w:rPr>
                          <w:sz w:val="18"/>
                        </w:rPr>
                      </w:pPr>
                    </w:p>
                  </w:txbxContent>
                </v:textbox>
              </v:shape>
              <v:shape id="Text Box 61" o:spid="_x0000_s2053" type="#_x0000_t202" style="position:absolute;left:318;top:9802;width:262;height:12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<v:textbox style="layout-flow:vertical;mso-layout-flow-alt:bottom-to-top" inset="0,0,0,0">
                  <w:txbxContent>
                    <w:p w14:paraId="3D540A2C" w14:textId="77777777" w:rsidR="004C0BDC" w:rsidRPr="00EC64C5" w:rsidRDefault="004C0BDC" w:rsidP="00583768">
                      <w:pPr>
                        <w:jc w:val="center"/>
                        <w:rPr>
                          <w:rFonts w:ascii="ISOCPEUR" w:hAnsi="ISOCPEUR" w:cs="Arial"/>
                          <w:sz w:val="16"/>
                          <w:szCs w:val="16"/>
                        </w:rPr>
                      </w:pPr>
                      <w:r w:rsidRPr="00EC64C5">
                        <w:rPr>
                          <w:rFonts w:ascii="ISOCPEUR" w:hAnsi="ISOCPEUR" w:cs="Arial"/>
                          <w:sz w:val="16"/>
                          <w:szCs w:val="16"/>
                        </w:rPr>
                        <w:t>Инв. № подл.</w:t>
                      </w:r>
                    </w:p>
                  </w:txbxContent>
                </v:textbox>
              </v:shape>
            </v:group>
            <v:rect id="Rectangle 4" o:spid="_x0000_s2051" style="position:absolute;left:567;top:567;width:737;height:48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</v:group>
          <w10:wrap anchorx="page" anchory="page"/>
        </v:group>
      </w:pict>
    </w:r>
  </w:p>
  <w:p w14:paraId="2DA7AF70" w14:textId="77777777" w:rsidR="004C0BDC" w:rsidRDefault="004C0BDC"/>
  <w:p w14:paraId="15021D7A" w14:textId="77777777"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1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3"/>
  </w:num>
  <w:num w:numId="6">
    <w:abstractNumId w:val="32"/>
  </w:num>
  <w:num w:numId="7">
    <w:abstractNumId w:val="30"/>
  </w:num>
  <w:num w:numId="8">
    <w:abstractNumId w:val="17"/>
  </w:num>
  <w:num w:numId="9">
    <w:abstractNumId w:val="29"/>
  </w:num>
  <w:num w:numId="10">
    <w:abstractNumId w:val="35"/>
  </w:num>
  <w:num w:numId="11">
    <w:abstractNumId w:val="36"/>
  </w:num>
  <w:num w:numId="12">
    <w:abstractNumId w:val="18"/>
  </w:num>
  <w:num w:numId="13">
    <w:abstractNumId w:val="11"/>
  </w:num>
  <w:num w:numId="14">
    <w:abstractNumId w:val="26"/>
  </w:num>
  <w:num w:numId="15">
    <w:abstractNumId w:val="37"/>
  </w:num>
  <w:num w:numId="16">
    <w:abstractNumId w:val="9"/>
  </w:num>
  <w:num w:numId="17">
    <w:abstractNumId w:val="25"/>
  </w:num>
  <w:num w:numId="18">
    <w:abstractNumId w:val="10"/>
  </w:num>
  <w:num w:numId="19">
    <w:abstractNumId w:val="28"/>
  </w:num>
  <w:num w:numId="20">
    <w:abstractNumId w:val="24"/>
  </w:num>
  <w:num w:numId="21">
    <w:abstractNumId w:val="7"/>
  </w:num>
  <w:num w:numId="22">
    <w:abstractNumId w:val="34"/>
  </w:num>
  <w:num w:numId="23">
    <w:abstractNumId w:val="14"/>
  </w:num>
  <w:num w:numId="24">
    <w:abstractNumId w:val="20"/>
  </w:num>
  <w:num w:numId="25">
    <w:abstractNumId w:val="15"/>
  </w:num>
  <w:num w:numId="26">
    <w:abstractNumId w:val="33"/>
  </w:num>
  <w:num w:numId="27">
    <w:abstractNumId w:val="2"/>
  </w:num>
  <w:num w:numId="28">
    <w:abstractNumId w:val="27"/>
  </w:num>
  <w:num w:numId="29">
    <w:abstractNumId w:val="6"/>
  </w:num>
  <w:num w:numId="30">
    <w:abstractNumId w:val="13"/>
  </w:num>
  <w:num w:numId="31">
    <w:abstractNumId w:val="22"/>
  </w:num>
  <w:num w:numId="32">
    <w:abstractNumId w:val="31"/>
  </w:num>
  <w:num w:numId="33">
    <w:abstractNumId w:val="1"/>
  </w:num>
  <w:num w:numId="34">
    <w:abstractNumId w:val="16"/>
  </w:num>
  <w:num w:numId="35">
    <w:abstractNumId w:val="21"/>
  </w:num>
  <w:num w:numId="36">
    <w:abstractNumId w:val="19"/>
  </w:num>
  <w:num w:numId="37">
    <w:abstractNumId w:val="8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7790"/>
    <w:rsid w:val="000404CD"/>
    <w:rsid w:val="000407A2"/>
    <w:rsid w:val="00041841"/>
    <w:rsid w:val="000420E5"/>
    <w:rsid w:val="000429C8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027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3F03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2CF3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0480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D85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2D06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F46"/>
    <w:rsid w:val="009C3DBB"/>
    <w:rsid w:val="009C40EA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CE5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3C8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570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273"/>
    <w:rsid w:val="00B743E2"/>
    <w:rsid w:val="00B7462F"/>
    <w:rsid w:val="00B760EA"/>
    <w:rsid w:val="00B76AA0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6CA2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0867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3A3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  <w14:docId w14:val="6119EEAF"/>
  <w15:docId w15:val="{D24478D3-05FC-4DE7-9B55-F875F1AF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rsid w:val="00B74273"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rsid w:val="00B74273"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rsid w:val="00B74273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rsid w:val="00B74273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  <w:rsid w:val="00B74273"/>
  </w:style>
  <w:style w:type="paragraph" w:styleId="a8">
    <w:name w:val="footer"/>
    <w:basedOn w:val="a1"/>
    <w:link w:val="a9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rsid w:val="00B74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rsid w:val="00B74273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rsid w:val="00B74273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rsid w:val="00B74273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E9D41-26A9-414B-BF3A-211345F39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75</TotalTime>
  <Pages>1</Pages>
  <Words>2594</Words>
  <Characters>14790</Characters>
  <Application>Microsoft Office Word</Application>
  <DocSecurity>0</DocSecurity>
  <Lines>123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17350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8</cp:revision>
  <cp:lastPrinted>2019-01-21T12:59:00Z</cp:lastPrinted>
  <dcterms:created xsi:type="dcterms:W3CDTF">2018-10-04T08:16:00Z</dcterms:created>
  <dcterms:modified xsi:type="dcterms:W3CDTF">2019-01-21T12:59:00Z</dcterms:modified>
</cp:coreProperties>
</file>